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lledutableau"/>
        <w:tblW w:w="10065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735"/>
        <w:gridCol w:w="1701"/>
        <w:gridCol w:w="1926"/>
        <w:gridCol w:w="1901"/>
        <w:gridCol w:w="1276"/>
      </w:tblGrid>
      <w:tr w:rsidR="00AF7850" w:rsidRPr="0002146E" w:rsidTr="007022A9">
        <w:trPr>
          <w:trHeight w:val="1980"/>
        </w:trPr>
        <w:tc>
          <w:tcPr>
            <w:tcW w:w="1526" w:type="dxa"/>
          </w:tcPr>
          <w:p w:rsidR="00AF7850" w:rsidRPr="0002146E" w:rsidRDefault="00825369" w:rsidP="007022A9">
            <w:pPr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Comic Sans MS" w:hAnsi="Comic Sans MS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3E924102" wp14:editId="0BD4CB49">
                      <wp:simplePos x="0" y="0"/>
                      <wp:positionH relativeFrom="column">
                        <wp:posOffset>-36829</wp:posOffset>
                      </wp:positionH>
                      <wp:positionV relativeFrom="paragraph">
                        <wp:posOffset>1149351</wp:posOffset>
                      </wp:positionV>
                      <wp:extent cx="6248400" cy="1257300"/>
                      <wp:effectExtent l="0" t="0" r="19050" b="19050"/>
                      <wp:wrapNone/>
                      <wp:docPr id="21" name="AutoShap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248400" cy="125730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tbl>
                                  <w:tblPr>
                                    <w:tblStyle w:val="Grilledutableau"/>
                                    <w:tblW w:w="9606" w:type="dxa"/>
                                    <w:tblBorders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  <w:right w:val="none" w:sz="0" w:space="0" w:color="auto"/>
                                      <w:insideH w:val="none" w:sz="0" w:space="0" w:color="auto"/>
                                      <w:insideV w:val="none" w:sz="0" w:space="0" w:color="auto"/>
                                    </w:tblBorders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4928"/>
                                    <w:gridCol w:w="4678"/>
                                  </w:tblGrid>
                                  <w:tr w:rsidR="00AF7850" w:rsidTr="002809BC">
                                    <w:tc>
                                      <w:tcPr>
                                        <w:tcW w:w="4928" w:type="dxa"/>
                                      </w:tcPr>
                                      <w:p w:rsidR="00AF7850" w:rsidRPr="00BE74CE" w:rsidRDefault="00AF7850" w:rsidP="00891510">
                                        <w:pPr>
                                          <w:pStyle w:val="Titre5"/>
                                          <w:jc w:val="center"/>
                                          <w:rPr>
                                            <w:b w:val="0"/>
                                            <w:sz w:val="28"/>
                                            <w:szCs w:val="28"/>
                                          </w:rPr>
                                        </w:pPr>
                                        <w:r>
                                          <w:rPr>
                                            <w:sz w:val="28"/>
                                            <w:szCs w:val="28"/>
                                          </w:rPr>
                                          <w:t xml:space="preserve">Groupement de commandes du </w:t>
                                        </w:r>
                                        <w:r w:rsidRPr="00BE74CE">
                                          <w:rPr>
                                            <w:sz w:val="28"/>
                                            <w:szCs w:val="28"/>
                                          </w:rPr>
                                          <w:t>GHT des Alpes du Sud</w:t>
                                        </w:r>
                                      </w:p>
                                      <w:p w:rsidR="00AF7850" w:rsidRPr="00D26D69" w:rsidRDefault="00AF7850" w:rsidP="00891510">
                                        <w:pPr>
                                          <w:rPr>
                                            <w:rFonts w:ascii="Comic Sans MS" w:hAnsi="Comic Sans MS"/>
                                            <w:b/>
                                            <w:sz w:val="12"/>
                                            <w:szCs w:val="12"/>
                                          </w:rPr>
                                        </w:pPr>
                                      </w:p>
                                      <w:p w:rsidR="00AF7850" w:rsidRPr="00464A6B" w:rsidRDefault="00AF7850" w:rsidP="00891510">
                                        <w:pPr>
                                          <w:jc w:val="center"/>
                                          <w:rPr>
                                            <w:rFonts w:ascii="Comic Sans MS" w:hAnsi="Comic Sans MS"/>
                                            <w:b/>
                                          </w:rPr>
                                        </w:pPr>
                                        <w:r>
                                          <w:rPr>
                                            <w:rFonts w:ascii="Comic Sans MS" w:hAnsi="Comic Sans MS"/>
                                            <w:b/>
                                          </w:rPr>
                                          <w:t xml:space="preserve">CHICAS - Cellule des </w:t>
                                        </w:r>
                                        <w:r w:rsidRPr="00464A6B">
                                          <w:rPr>
                                            <w:rFonts w:ascii="Comic Sans MS" w:hAnsi="Comic Sans MS"/>
                                            <w:b/>
                                          </w:rPr>
                                          <w:t>Marchés</w:t>
                                        </w:r>
                                      </w:p>
                                      <w:p w:rsidR="00AF7850" w:rsidRPr="00B77EF9" w:rsidRDefault="00AF7850" w:rsidP="00891510">
                                        <w:pPr>
                                          <w:jc w:val="center"/>
                                          <w:rPr>
                                            <w:rFonts w:ascii="Arial" w:hAnsi="Arial" w:cs="Arial"/>
                                            <w:sz w:val="18"/>
                                            <w:szCs w:val="18"/>
                                          </w:rPr>
                                        </w:pPr>
                                        <w:r>
                                          <w:rPr>
                                            <w:rFonts w:ascii="Arial" w:hAnsi="Arial" w:cs="Arial"/>
                                            <w:sz w:val="18"/>
                                            <w:szCs w:val="18"/>
                                          </w:rPr>
                                          <w:t>Tél. : 04.92.40.28.04</w:t>
                                        </w:r>
                                      </w:p>
                                      <w:p w:rsidR="00AF7850" w:rsidRPr="00BE74CE" w:rsidRDefault="00AF7850" w:rsidP="00891510">
                                        <w:pPr>
                                          <w:jc w:val="center"/>
                                          <w:rPr>
                                            <w:rFonts w:ascii="Comic Sans MS" w:hAnsi="Comic Sans MS"/>
                                            <w:sz w:val="18"/>
                                          </w:rPr>
                                        </w:pPr>
                                        <w:r>
                                          <w:rPr>
                                            <w:rFonts w:ascii="Arial" w:hAnsi="Arial" w:cs="Arial"/>
                                            <w:sz w:val="18"/>
                                            <w:szCs w:val="18"/>
                                          </w:rPr>
                                          <w:t>E-</w:t>
                                        </w:r>
                                        <w:r w:rsidRPr="00B77EF9">
                                          <w:rPr>
                                            <w:rFonts w:ascii="Arial" w:hAnsi="Arial" w:cs="Arial"/>
                                            <w:sz w:val="18"/>
                                            <w:szCs w:val="18"/>
                                          </w:rPr>
                                          <w:t xml:space="preserve">mail : </w:t>
                                        </w:r>
                                        <w:hyperlink r:id="rId8" w:history="1">
                                          <w:r w:rsidRPr="00AE4844">
                                            <w:rPr>
                                              <w:rStyle w:val="Lienhypertexte"/>
                                              <w:rFonts w:ascii="Arial" w:hAnsi="Arial" w:cs="Arial"/>
                                              <w:sz w:val="18"/>
                                              <w:szCs w:val="18"/>
                                            </w:rPr>
                                            <w:t>cellulemarches@chicas-gap.fr</w:t>
                                          </w:r>
                                        </w:hyperlink>
                                        <w:r>
                                          <w:rPr>
                                            <w:rFonts w:ascii="Arial" w:hAnsi="Arial" w:cs="Arial"/>
                                            <w:color w:val="0000FF"/>
                                            <w:sz w:val="18"/>
                                            <w:szCs w:val="18"/>
                                          </w:rPr>
                                          <w:t xml:space="preserve"> </w:t>
                                        </w:r>
                                      </w:p>
                                      <w:p w:rsidR="00AF7850" w:rsidRDefault="00AF7850" w:rsidP="00891510">
                                        <w:pPr>
                                          <w:pStyle w:val="Titre5"/>
                                          <w:rPr>
                                            <w:sz w:val="28"/>
                                            <w:szCs w:val="28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4678" w:type="dxa"/>
                                        <w:vAlign w:val="center"/>
                                      </w:tcPr>
                                      <w:p w:rsidR="00AF7850" w:rsidRDefault="00AF7850" w:rsidP="002809BC">
                                        <w:pPr>
                                          <w:pStyle w:val="Titre5"/>
                                          <w:jc w:val="right"/>
                                          <w:rPr>
                                            <w:sz w:val="28"/>
                                            <w:szCs w:val="28"/>
                                          </w:rPr>
                                        </w:pPr>
                                        <w:r>
                                          <w:rPr>
                                            <w:noProof/>
                                          </w:rPr>
                                          <w:drawing>
                                            <wp:inline distT="0" distB="0" distL="0" distR="0" wp14:anchorId="4678A9A9" wp14:editId="1E11825A">
                                              <wp:extent cx="2785926" cy="828675"/>
                                              <wp:effectExtent l="0" t="0" r="0" b="0"/>
                                              <wp:docPr id="12" name="Image 12" descr="logo GHT"/>
                                              <wp:cNvGraphicFramePr>
                                                <a:graphicFrameLocks xmlns:a="http://schemas.openxmlformats.org/drawingml/2006/main" noChangeAspect="1"/>
                                              </wp:cNvGraphicFramePr>
                                              <a:graphic xmlns:a="http://schemas.openxmlformats.org/drawingml/2006/main">
                                                <a:graphicData uri="http://schemas.openxmlformats.org/drawingml/2006/picture">
                                                  <pic:pic xmlns:pic="http://schemas.openxmlformats.org/drawingml/2006/picture">
                                                    <pic:nvPicPr>
                                                      <pic:cNvPr id="0" name="Picture 1" descr="logo GHT"/>
                                                      <pic:cNvPicPr>
                                                        <a:picLocks noChangeAspect="1" noChangeArrowheads="1"/>
                                                      </pic:cNvPicPr>
                                                    </pic:nvPicPr>
                                                    <pic:blipFill>
                                                      <a:blip r:embed="rId9" cstate="print">
                                                        <a:extLst>
                                                          <a:ext uri="{28A0092B-C50C-407E-A947-70E740481C1C}">
                                                            <a14:useLocalDpi xmlns:a14="http://schemas.microsoft.com/office/drawing/2010/main" val="0"/>
                                                          </a:ext>
                                                        </a:extLst>
                                                      </a:blip>
                                                      <a:srcRect/>
                                                      <a:stretch>
                                                        <a:fillRect/>
                                                      </a:stretch>
                                                    </pic:blipFill>
                                                    <pic:spPr bwMode="auto">
                                                      <a:xfrm>
                                                        <a:off x="0" y="0"/>
                                                        <a:ext cx="2785926" cy="828675"/>
                                                      </a:xfrm>
                                                      <a:prstGeom prst="rect">
                                                        <a:avLst/>
                                                      </a:prstGeom>
                                                      <a:noFill/>
                                                      <a:ln>
                                                        <a:noFill/>
                                                      </a:ln>
                                                    </pic:spPr>
                                                  </pic:pic>
                                                </a:graphicData>
                                              </a:graphic>
                                            </wp:inline>
                                          </w:drawing>
                                        </w:r>
                                      </w:p>
                                    </w:tc>
                                  </w:tr>
                                  <w:tr w:rsidR="00AF7850" w:rsidTr="002809BC">
                                    <w:tc>
                                      <w:tcPr>
                                        <w:tcW w:w="4928" w:type="dxa"/>
                                      </w:tcPr>
                                      <w:p w:rsidR="00AF7850" w:rsidRDefault="00AF7850" w:rsidP="00891510">
                                        <w:pPr>
                                          <w:pStyle w:val="Titre5"/>
                                          <w:jc w:val="center"/>
                                          <w:rPr>
                                            <w:sz w:val="28"/>
                                            <w:szCs w:val="28"/>
                                          </w:rPr>
                                        </w:pPr>
                                      </w:p>
                                      <w:p w:rsidR="00AF7850" w:rsidRPr="002809BC" w:rsidRDefault="00AF7850" w:rsidP="002809BC"/>
                                    </w:tc>
                                    <w:tc>
                                      <w:tcPr>
                                        <w:tcW w:w="4678" w:type="dxa"/>
                                      </w:tcPr>
                                      <w:p w:rsidR="00AF7850" w:rsidRDefault="00AF7850" w:rsidP="00891510">
                                        <w:pPr>
                                          <w:pStyle w:val="Titre5"/>
                                          <w:jc w:val="right"/>
                                          <w:rPr>
                                            <w:noProof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:rsidR="00AF7850" w:rsidRDefault="00AF7850" w:rsidP="00AF7850">
                                  <w:pPr>
                                    <w:pStyle w:val="Titre5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  <w:p w:rsidR="00AF7850" w:rsidRPr="00BE74CE" w:rsidRDefault="00AF7850" w:rsidP="00AF7850">
                                  <w:pPr>
                                    <w:pStyle w:val="Titre5"/>
                                    <w:rPr>
                                      <w:b w:val="0"/>
                                      <w:sz w:val="28"/>
                                      <w:szCs w:val="28"/>
                                    </w:rPr>
                                  </w:pPr>
                                  <w:r w:rsidRPr="00BE74CE">
                                    <w:rPr>
                                      <w:sz w:val="28"/>
                                      <w:szCs w:val="28"/>
                                    </w:rPr>
                                    <w:t>GHT des Alpes du Sud</w:t>
                                  </w: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 xml:space="preserve">   </w:t>
                                  </w:r>
                                </w:p>
                                <w:p w:rsidR="00AF7850" w:rsidRPr="00D26D69" w:rsidRDefault="00AF7850" w:rsidP="00AF7850">
                                  <w:pPr>
                                    <w:rPr>
                                      <w:rFonts w:ascii="Comic Sans MS" w:hAnsi="Comic Sans MS"/>
                                      <w:b/>
                                      <w:sz w:val="12"/>
                                      <w:szCs w:val="12"/>
                                    </w:rPr>
                                  </w:pPr>
                                </w:p>
                                <w:p w:rsidR="00AF7850" w:rsidRPr="00464A6B" w:rsidRDefault="00AF7850" w:rsidP="00AF7850">
                                  <w:pPr>
                                    <w:rPr>
                                      <w:rFonts w:ascii="Comic Sans MS" w:hAnsi="Comic Sans MS"/>
                                      <w:b/>
                                    </w:rPr>
                                  </w:pPr>
                                  <w:r>
                                    <w:rPr>
                                      <w:rFonts w:ascii="Comic Sans MS" w:hAnsi="Comic Sans MS"/>
                                      <w:b/>
                                    </w:rPr>
                                    <w:t xml:space="preserve">CHICAS - Cellule des </w:t>
                                  </w:r>
                                  <w:r w:rsidRPr="00464A6B">
                                    <w:rPr>
                                      <w:rFonts w:ascii="Comic Sans MS" w:hAnsi="Comic Sans MS"/>
                                      <w:b/>
                                    </w:rPr>
                                    <w:t>Marchés</w:t>
                                  </w:r>
                                </w:p>
                                <w:p w:rsidR="00AF7850" w:rsidRPr="00B77EF9" w:rsidRDefault="00AF7850" w:rsidP="00AF7850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Tél. : 04.92.40.28.04</w:t>
                                  </w:r>
                                </w:p>
                                <w:p w:rsidR="00AF7850" w:rsidRPr="00B77EF9" w:rsidRDefault="00AF7850" w:rsidP="00AF7850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B77EF9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Fax : 04.92.40.61.68</w:t>
                                  </w:r>
                                </w:p>
                                <w:p w:rsidR="00AF7850" w:rsidRPr="00BE74CE" w:rsidRDefault="00AF7850" w:rsidP="00AF7850">
                                  <w:pPr>
                                    <w:rPr>
                                      <w:rFonts w:ascii="Comic Sans MS" w:hAnsi="Comic Sans MS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E-</w:t>
                                  </w:r>
                                  <w:r w:rsidRPr="00B77EF9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 xml:space="preserve">mail : </w:t>
                                  </w:r>
                                  <w:r w:rsidRPr="00B77EF9">
                                    <w:rPr>
                                      <w:rFonts w:ascii="Arial" w:hAnsi="Arial" w:cs="Arial"/>
                                      <w:color w:val="0000FF"/>
                                      <w:sz w:val="18"/>
                                      <w:szCs w:val="18"/>
                                    </w:rPr>
                                    <w:t>cellulemarches@chicas-gap.fr</w:t>
                                  </w:r>
                                </w:p>
                              </w:txbxContent>
                            </wps:txbx>
                            <wps:bodyPr rot="0" vert="horz" wrap="square" lIns="79200" tIns="36000" rIns="79200" bIns="36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E924102" id="AutoShape 8" o:spid="_x0000_s1026" style="position:absolute;margin-left:-2.9pt;margin-top:90.5pt;width:492pt;height:9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">
                      <v:textbox inset="2.2mm,1mm,2.2mm,1mm">
                        <w:txbxContent>
                          <w:tbl>
                            <w:tblPr>
                              <w:tblStyle w:val="Grilledutableau"/>
                              <w:tblW w:w="9606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28"/>
                              <w:gridCol w:w="4678"/>
                            </w:tblGrid>
                            <w:tr w:rsidR="00AF7850" w:rsidTr="002809BC">
                              <w:tc>
                                <w:tcPr>
                                  <w:tcW w:w="4928" w:type="dxa"/>
                                </w:tcPr>
                                <w:p w:rsidR="00AF7850" w:rsidRPr="00BE74CE" w:rsidRDefault="00AF7850" w:rsidP="00891510">
                                  <w:pPr>
                                    <w:pStyle w:val="Titre5"/>
                                    <w:jc w:val="center"/>
                                    <w:rPr>
                                      <w:b w:val="0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 xml:space="preserve">Groupement de commandes du </w:t>
                                  </w:r>
                                  <w:r w:rsidRPr="00BE74CE">
                                    <w:rPr>
                                      <w:sz w:val="28"/>
                                      <w:szCs w:val="28"/>
                                    </w:rPr>
                                    <w:t>GHT des Alpes du Sud</w:t>
                                  </w:r>
                                </w:p>
                                <w:p w:rsidR="00AF7850" w:rsidRPr="00D26D69" w:rsidRDefault="00AF7850" w:rsidP="00891510">
                                  <w:pPr>
                                    <w:rPr>
                                      <w:rFonts w:ascii="Comic Sans MS" w:hAnsi="Comic Sans MS"/>
                                      <w:b/>
                                      <w:sz w:val="12"/>
                                      <w:szCs w:val="12"/>
                                    </w:rPr>
                                  </w:pPr>
                                </w:p>
                                <w:p w:rsidR="00AF7850" w:rsidRPr="00464A6B" w:rsidRDefault="00AF7850" w:rsidP="00891510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  <w:b/>
                                    </w:rPr>
                                  </w:pPr>
                                  <w:r>
                                    <w:rPr>
                                      <w:rFonts w:ascii="Comic Sans MS" w:hAnsi="Comic Sans MS"/>
                                      <w:b/>
                                    </w:rPr>
                                    <w:t xml:space="preserve">CHICAS - Cellule des </w:t>
                                  </w:r>
                                  <w:r w:rsidRPr="00464A6B">
                                    <w:rPr>
                                      <w:rFonts w:ascii="Comic Sans MS" w:hAnsi="Comic Sans MS"/>
                                      <w:b/>
                                    </w:rPr>
                                    <w:t>Marchés</w:t>
                                  </w:r>
                                </w:p>
                                <w:p w:rsidR="00AF7850" w:rsidRPr="00B77EF9" w:rsidRDefault="00AF7850" w:rsidP="00891510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Tél. : 04.92.40.28.04</w:t>
                                  </w:r>
                                </w:p>
                                <w:p w:rsidR="00AF7850" w:rsidRPr="00BE74CE" w:rsidRDefault="00AF7850" w:rsidP="00891510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E-</w:t>
                                  </w:r>
                                  <w:r w:rsidRPr="00B77EF9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 xml:space="preserve">mail : </w:t>
                                  </w:r>
                                  <w:hyperlink r:id="rId10" w:history="1">
                                    <w:r w:rsidRPr="00AE4844">
                                      <w:rPr>
                                        <w:rStyle w:val="Lienhypertexte"/>
                                        <w:rFonts w:ascii="Arial" w:hAnsi="Arial" w:cs="Arial"/>
                                        <w:sz w:val="18"/>
                                        <w:szCs w:val="18"/>
                                      </w:rPr>
                                      <w:t>cellulemarches@chicas-gap.fr</w:t>
                                    </w:r>
                                  </w:hyperlink>
                                  <w:r>
                                    <w:rPr>
                                      <w:rFonts w:ascii="Arial" w:hAnsi="Arial" w:cs="Arial"/>
                                      <w:color w:val="0000FF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</w:p>
                                <w:p w:rsidR="00AF7850" w:rsidRDefault="00AF7850" w:rsidP="00891510">
                                  <w:pPr>
                                    <w:pStyle w:val="Titre5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678" w:type="dxa"/>
                                  <w:vAlign w:val="center"/>
                                </w:tcPr>
                                <w:p w:rsidR="00AF7850" w:rsidRDefault="00AF7850" w:rsidP="002809BC">
                                  <w:pPr>
                                    <w:pStyle w:val="Titre5"/>
                                    <w:jc w:val="right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4678A9A9" wp14:editId="1E11825A">
                                        <wp:extent cx="2785926" cy="828675"/>
                                        <wp:effectExtent l="0" t="0" r="0" b="0"/>
                                        <wp:docPr id="12" name="Image 12" descr="logo GHT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1" descr="logo GHT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9" cstate="print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2785926" cy="82867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</w:tr>
                            <w:tr w:rsidR="00AF7850" w:rsidTr="002809BC">
                              <w:tc>
                                <w:tcPr>
                                  <w:tcW w:w="4928" w:type="dxa"/>
                                </w:tcPr>
                                <w:p w:rsidR="00AF7850" w:rsidRDefault="00AF7850" w:rsidP="00891510">
                                  <w:pPr>
                                    <w:pStyle w:val="Titre5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  <w:p w:rsidR="00AF7850" w:rsidRPr="002809BC" w:rsidRDefault="00AF7850" w:rsidP="002809BC"/>
                              </w:tc>
                              <w:tc>
                                <w:tcPr>
                                  <w:tcW w:w="4678" w:type="dxa"/>
                                </w:tcPr>
                                <w:p w:rsidR="00AF7850" w:rsidRDefault="00AF7850" w:rsidP="00891510">
                                  <w:pPr>
                                    <w:pStyle w:val="Titre5"/>
                                    <w:jc w:val="right"/>
                                    <w:rPr>
                                      <w:noProof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AF7850" w:rsidRDefault="00AF7850" w:rsidP="00AF7850">
                            <w:pPr>
                              <w:pStyle w:val="Titre5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AF7850" w:rsidRPr="00BE74CE" w:rsidRDefault="00AF7850" w:rsidP="00AF7850">
                            <w:pPr>
                              <w:pStyle w:val="Titre5"/>
                              <w:rPr>
                                <w:b w:val="0"/>
                                <w:sz w:val="28"/>
                                <w:szCs w:val="28"/>
                              </w:rPr>
                            </w:pPr>
                            <w:r w:rsidRPr="00BE74CE">
                              <w:rPr>
                                <w:sz w:val="28"/>
                                <w:szCs w:val="28"/>
                              </w:rPr>
                              <w:t>GHT des Alpes du Sud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   </w:t>
                            </w:r>
                          </w:p>
                          <w:p w:rsidR="00AF7850" w:rsidRPr="00D26D69" w:rsidRDefault="00AF7850" w:rsidP="00AF7850">
                            <w:pPr>
                              <w:rPr>
                                <w:rFonts w:ascii="Comic Sans MS" w:hAnsi="Comic Sans MS"/>
                                <w:b/>
                                <w:sz w:val="12"/>
                                <w:szCs w:val="12"/>
                              </w:rPr>
                            </w:pPr>
                          </w:p>
                          <w:p w:rsidR="00AF7850" w:rsidRPr="00464A6B" w:rsidRDefault="00AF7850" w:rsidP="00AF7850">
                            <w:pPr>
                              <w:rPr>
                                <w:rFonts w:ascii="Comic Sans MS" w:hAnsi="Comic Sans MS"/>
                                <w:b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</w:rPr>
                              <w:t xml:space="preserve">CHICAS - Cellule des </w:t>
                            </w:r>
                            <w:r w:rsidRPr="00464A6B">
                              <w:rPr>
                                <w:rFonts w:ascii="Comic Sans MS" w:hAnsi="Comic Sans MS"/>
                                <w:b/>
                              </w:rPr>
                              <w:t>Marchés</w:t>
                            </w:r>
                          </w:p>
                          <w:p w:rsidR="00AF7850" w:rsidRPr="00B77EF9" w:rsidRDefault="00AF7850" w:rsidP="00AF7850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Tél. : 04.92.40.28.04</w:t>
                            </w:r>
                          </w:p>
                          <w:p w:rsidR="00AF7850" w:rsidRPr="00B77EF9" w:rsidRDefault="00AF7850" w:rsidP="00AF7850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B77EF9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Fax : 04.92.40.61.68</w:t>
                            </w:r>
                          </w:p>
                          <w:p w:rsidR="00AF7850" w:rsidRPr="00BE74CE" w:rsidRDefault="00AF7850" w:rsidP="00AF7850">
                            <w:pPr>
                              <w:rPr>
                                <w:rFonts w:ascii="Comic Sans MS" w:hAnsi="Comic Sans MS"/>
                                <w:sz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E-</w:t>
                            </w:r>
                            <w:r w:rsidRPr="00B77EF9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mail : </w:t>
                            </w:r>
                            <w:r w:rsidRPr="00B77EF9">
                              <w:rPr>
                                <w:rFonts w:ascii="Arial" w:hAnsi="Arial" w:cs="Arial"/>
                                <w:color w:val="0000FF"/>
                                <w:sz w:val="18"/>
                                <w:szCs w:val="18"/>
                              </w:rPr>
                              <w:t>cellulemarches@chicas-gap.fr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="00AF7850" w:rsidRPr="0002146E">
              <w:rPr>
                <w:rFonts w:ascii="Arial" w:hAnsi="Arial" w:cs="Arial"/>
                <w:noProof/>
                <w:sz w:val="12"/>
                <w:szCs w:val="12"/>
              </w:rPr>
              <w:drawing>
                <wp:anchor distT="0" distB="0" distL="114300" distR="114300" simplePos="0" relativeHeight="251656192" behindDoc="1" locked="0" layoutInCell="1" allowOverlap="1" wp14:anchorId="6B2E2B5C" wp14:editId="6542610E">
                  <wp:simplePos x="0" y="0"/>
                  <wp:positionH relativeFrom="column">
                    <wp:posOffset>-34290</wp:posOffset>
                  </wp:positionH>
                  <wp:positionV relativeFrom="paragraph">
                    <wp:posOffset>128905</wp:posOffset>
                  </wp:positionV>
                  <wp:extent cx="838200" cy="752475"/>
                  <wp:effectExtent l="0" t="0" r="0" b="9525"/>
                  <wp:wrapThrough wrapText="bothSides">
                    <wp:wrapPolygon edited="0">
                      <wp:start x="0" y="0"/>
                      <wp:lineTo x="0" y="21327"/>
                      <wp:lineTo x="21109" y="21327"/>
                      <wp:lineTo x="21109" y="0"/>
                      <wp:lineTo x="0" y="0"/>
                    </wp:wrapPolygon>
                  </wp:wrapThrough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8200" cy="752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735" w:type="dxa"/>
          </w:tcPr>
          <w:p w:rsidR="00AF7850" w:rsidRPr="0002146E" w:rsidRDefault="00AF7850" w:rsidP="007022A9">
            <w:pPr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noProof/>
                <w:sz w:val="12"/>
                <w:szCs w:val="12"/>
              </w:rPr>
              <w:drawing>
                <wp:inline distT="0" distB="0" distL="0" distR="0" wp14:anchorId="7D877606" wp14:editId="50C7C176">
                  <wp:extent cx="964565" cy="498475"/>
                  <wp:effectExtent l="0" t="0" r="0" b="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Logo CHBD.pn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4565" cy="4984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</w:tcPr>
          <w:p w:rsidR="00AF7850" w:rsidRPr="0002146E" w:rsidRDefault="00AF7850" w:rsidP="007022A9">
            <w:pPr>
              <w:rPr>
                <w:rFonts w:ascii="Arial" w:hAnsi="Arial" w:cs="Arial"/>
                <w:sz w:val="12"/>
                <w:szCs w:val="12"/>
              </w:rPr>
            </w:pPr>
          </w:p>
          <w:p w:rsidR="00AF7850" w:rsidRPr="0002146E" w:rsidRDefault="00AF7850" w:rsidP="007022A9">
            <w:pPr>
              <w:rPr>
                <w:rFonts w:ascii="Arial" w:hAnsi="Arial" w:cs="Arial"/>
                <w:sz w:val="12"/>
                <w:szCs w:val="12"/>
              </w:rPr>
            </w:pPr>
            <w:r w:rsidRPr="0002146E">
              <w:rPr>
                <w:rFonts w:ascii="Arial" w:hAnsi="Arial" w:cs="Arial"/>
                <w:noProof/>
                <w:sz w:val="12"/>
                <w:szCs w:val="12"/>
              </w:rPr>
              <w:drawing>
                <wp:inline distT="0" distB="0" distL="0" distR="0" wp14:anchorId="1A559A52" wp14:editId="610DF615">
                  <wp:extent cx="923925" cy="600214"/>
                  <wp:effectExtent l="0" t="0" r="0" b="9525"/>
                  <wp:docPr id="10" name="Image 10" descr="logo_CHICAS_condens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logo_CHICAS_condens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9909" cy="6041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26" w:type="dxa"/>
          </w:tcPr>
          <w:p w:rsidR="00AF7850" w:rsidRPr="0002146E" w:rsidRDefault="00AF7850" w:rsidP="007022A9">
            <w:pPr>
              <w:rPr>
                <w:rFonts w:ascii="Arial" w:hAnsi="Arial" w:cs="Arial"/>
                <w:sz w:val="12"/>
                <w:szCs w:val="12"/>
              </w:rPr>
            </w:pPr>
          </w:p>
          <w:p w:rsidR="00AF7850" w:rsidRDefault="00AF7850" w:rsidP="007022A9">
            <w:pPr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noProof/>
                <w:sz w:val="12"/>
                <w:szCs w:val="12"/>
              </w:rPr>
              <w:drawing>
                <wp:inline distT="0" distB="0" distL="0" distR="0" wp14:anchorId="6FA6699B" wp14:editId="5E2E4150">
                  <wp:extent cx="1085850" cy="361315"/>
                  <wp:effectExtent l="0" t="0" r="0" b="635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Logo CHEB nouveau.jpg.pn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5850" cy="3613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AF7850" w:rsidRPr="0002146E" w:rsidRDefault="00AF7850" w:rsidP="007022A9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901" w:type="dxa"/>
          </w:tcPr>
          <w:p w:rsidR="00AF7850" w:rsidRDefault="00AF7850" w:rsidP="007022A9">
            <w:pPr>
              <w:jc w:val="center"/>
              <w:rPr>
                <w:rFonts w:ascii="Arial" w:hAnsi="Arial" w:cs="Arial"/>
                <w:noProof/>
                <w:sz w:val="12"/>
                <w:szCs w:val="12"/>
              </w:rPr>
            </w:pPr>
          </w:p>
          <w:p w:rsidR="00AF7850" w:rsidRDefault="00AF7850" w:rsidP="007022A9">
            <w:pPr>
              <w:jc w:val="center"/>
              <w:rPr>
                <w:rFonts w:ascii="Arial" w:hAnsi="Arial" w:cs="Arial"/>
                <w:noProof/>
                <w:sz w:val="12"/>
                <w:szCs w:val="12"/>
              </w:rPr>
            </w:pPr>
          </w:p>
          <w:p w:rsidR="00AF7850" w:rsidRPr="0002146E" w:rsidRDefault="00AF7850" w:rsidP="007022A9">
            <w:pPr>
              <w:jc w:val="center"/>
              <w:rPr>
                <w:rFonts w:ascii="Arial" w:hAnsi="Arial" w:cs="Arial"/>
                <w:noProof/>
                <w:sz w:val="12"/>
                <w:szCs w:val="12"/>
              </w:rPr>
            </w:pPr>
            <w:r>
              <w:rPr>
                <w:noProof/>
              </w:rPr>
              <w:drawing>
                <wp:inline distT="0" distB="0" distL="0" distR="0" wp14:anchorId="2F8C8A62" wp14:editId="3DA58FCB">
                  <wp:extent cx="1148978" cy="485775"/>
                  <wp:effectExtent l="0" t="0" r="0" b="0"/>
                  <wp:docPr id="1" name="Image 1" descr="C:\Users\mebrochi\AppData\Local\Microsoft\Windows\Temporary Internet Files\Content.Word\Logo Hopital (1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mebrochi\AppData\Local\Microsoft\Windows\Temporary Internet Files\Content.Word\Logo Hopital (1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2472" cy="4872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6" w:type="dxa"/>
          </w:tcPr>
          <w:p w:rsidR="00AF7850" w:rsidRPr="0002146E" w:rsidRDefault="00AF7850" w:rsidP="007022A9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02146E">
              <w:rPr>
                <w:rFonts w:ascii="Arial" w:hAnsi="Arial" w:cs="Arial"/>
                <w:noProof/>
                <w:sz w:val="12"/>
                <w:szCs w:val="12"/>
              </w:rPr>
              <w:drawing>
                <wp:anchor distT="0" distB="0" distL="114300" distR="114300" simplePos="0" relativeHeight="251660288" behindDoc="1" locked="0" layoutInCell="1" allowOverlap="1" wp14:anchorId="138A2F72" wp14:editId="374AF3F1">
                  <wp:simplePos x="0" y="0"/>
                  <wp:positionH relativeFrom="column">
                    <wp:posOffset>68580</wp:posOffset>
                  </wp:positionH>
                  <wp:positionV relativeFrom="paragraph">
                    <wp:posOffset>52705</wp:posOffset>
                  </wp:positionV>
                  <wp:extent cx="596265" cy="742950"/>
                  <wp:effectExtent l="0" t="0" r="0" b="0"/>
                  <wp:wrapThrough wrapText="bothSides">
                    <wp:wrapPolygon edited="0">
                      <wp:start x="0" y="0"/>
                      <wp:lineTo x="0" y="21046"/>
                      <wp:lineTo x="20703" y="21046"/>
                      <wp:lineTo x="20703" y="0"/>
                      <wp:lineTo x="0" y="0"/>
                    </wp:wrapPolygon>
                  </wp:wrapThrough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6265" cy="742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:rsidR="00AF7850" w:rsidRDefault="00AF7850" w:rsidP="00AF7850">
      <w:pPr>
        <w:rPr>
          <w:rFonts w:ascii="Comic Sans MS" w:hAnsi="Comic Sans MS"/>
        </w:rPr>
      </w:pPr>
    </w:p>
    <w:p w:rsidR="00AF7850" w:rsidRDefault="00AF7850" w:rsidP="00AF7850">
      <w:pPr>
        <w:rPr>
          <w:rFonts w:ascii="Comic Sans MS" w:hAnsi="Comic Sans MS"/>
        </w:rPr>
      </w:pPr>
    </w:p>
    <w:p w:rsidR="00AF7850" w:rsidRDefault="00AF7850" w:rsidP="00AF7850">
      <w:r>
        <w:t xml:space="preserve">  </w:t>
      </w:r>
    </w:p>
    <w:p w:rsidR="00AF7850" w:rsidRDefault="00AF7850" w:rsidP="00AF7850">
      <w:pPr>
        <w:jc w:val="right"/>
        <w:rPr>
          <w:rFonts w:ascii="Comic Sans MS" w:hAnsi="Comic Sans MS" w:cs="Tahoma"/>
        </w:rPr>
      </w:pPr>
    </w:p>
    <w:p w:rsidR="00AF7850" w:rsidRDefault="00AF7850" w:rsidP="00AF7850">
      <w:pPr>
        <w:rPr>
          <w:rFonts w:ascii="Comic Sans MS" w:hAnsi="Comic Sans MS" w:cs="Tahoma"/>
        </w:rPr>
      </w:pPr>
    </w:p>
    <w:p w:rsidR="00AF7850" w:rsidRDefault="00AF7850" w:rsidP="00AF7850">
      <w:pPr>
        <w:jc w:val="center"/>
        <w:rPr>
          <w:rFonts w:ascii="Comic Sans MS" w:hAnsi="Comic Sans MS" w:cs="Tahoma"/>
        </w:rPr>
      </w:pPr>
    </w:p>
    <w:p w:rsidR="00AF7850" w:rsidRDefault="00AF7850" w:rsidP="00AF7850">
      <w:pPr>
        <w:rPr>
          <w:rFonts w:ascii="Comic Sans MS" w:hAnsi="Comic Sans MS" w:cs="Tahoma"/>
        </w:rPr>
      </w:pPr>
      <w:r>
        <w:rPr>
          <w:rFonts w:ascii="Comic Sans MS" w:hAnsi="Comic Sans MS" w:cs="Tahoma"/>
        </w:rPr>
        <w:tab/>
      </w:r>
      <w:r>
        <w:rPr>
          <w:rFonts w:ascii="Comic Sans MS" w:hAnsi="Comic Sans MS" w:cs="Tahoma"/>
        </w:rPr>
        <w:tab/>
      </w:r>
      <w:r>
        <w:rPr>
          <w:rFonts w:ascii="Comic Sans MS" w:hAnsi="Comic Sans MS" w:cs="Tahoma"/>
        </w:rPr>
        <w:tab/>
      </w:r>
      <w:r>
        <w:rPr>
          <w:rFonts w:ascii="Comic Sans MS" w:hAnsi="Comic Sans MS" w:cs="Tahoma"/>
        </w:rPr>
        <w:tab/>
      </w:r>
      <w:r>
        <w:rPr>
          <w:rFonts w:ascii="Comic Sans MS" w:hAnsi="Comic Sans MS" w:cs="Tahoma"/>
        </w:rPr>
        <w:tab/>
      </w:r>
      <w:r>
        <w:rPr>
          <w:rFonts w:ascii="Comic Sans MS" w:hAnsi="Comic Sans MS" w:cs="Tahoma"/>
        </w:rPr>
        <w:tab/>
      </w:r>
      <w:r>
        <w:rPr>
          <w:rFonts w:ascii="Comic Sans MS" w:hAnsi="Comic Sans MS" w:cs="Tahoma"/>
        </w:rPr>
        <w:tab/>
      </w:r>
      <w:r>
        <w:rPr>
          <w:rFonts w:ascii="Comic Sans MS" w:hAnsi="Comic Sans MS" w:cs="Tahoma"/>
        </w:rPr>
        <w:tab/>
      </w:r>
      <w:r>
        <w:rPr>
          <w:rFonts w:ascii="Comic Sans MS" w:hAnsi="Comic Sans MS" w:cs="Tahoma"/>
        </w:rPr>
        <w:tab/>
      </w:r>
      <w:r>
        <w:rPr>
          <w:rFonts w:ascii="Comic Sans MS" w:hAnsi="Comic Sans MS" w:cs="Tahoma"/>
        </w:rPr>
        <w:tab/>
      </w:r>
      <w:r>
        <w:rPr>
          <w:rFonts w:ascii="Comic Sans MS" w:hAnsi="Comic Sans MS" w:cs="Tahoma"/>
        </w:rPr>
        <w:tab/>
      </w:r>
    </w:p>
    <w:p w:rsidR="003A22AA" w:rsidRPr="000E4C4B" w:rsidRDefault="004F5744" w:rsidP="00326477">
      <w:pPr>
        <w:tabs>
          <w:tab w:val="left" w:pos="6804"/>
        </w:tabs>
        <w:ind w:right="-2"/>
        <w:jc w:val="both"/>
        <w:rPr>
          <w:rFonts w:ascii="Arial" w:hAnsi="Arial" w:cs="Arial"/>
          <w:bCs/>
          <w:sz w:val="16"/>
          <w:szCs w:val="16"/>
          <w:highlight w:val="yellow"/>
        </w:rPr>
      </w:pPr>
      <w:r w:rsidRPr="000E4C4B">
        <w:rPr>
          <w:rFonts w:ascii="Arial" w:hAnsi="Arial" w:cs="Arial"/>
          <w:bCs/>
          <w:sz w:val="16"/>
          <w:szCs w:val="16"/>
        </w:rPr>
        <w:sym w:font="Wingdings" w:char="F031"/>
      </w:r>
      <w:r w:rsidR="002809BC" w:rsidRPr="000E4C4B">
        <w:rPr>
          <w:rFonts w:ascii="Arial" w:hAnsi="Arial" w:cs="Arial"/>
          <w:bCs/>
          <w:sz w:val="16"/>
          <w:szCs w:val="16"/>
        </w:rPr>
        <w:t xml:space="preserve"> : </w:t>
      </w:r>
      <w:r w:rsidR="00AF28F6">
        <w:rPr>
          <w:rFonts w:ascii="Arial" w:hAnsi="Arial" w:cs="Arial"/>
          <w:bCs/>
          <w:sz w:val="16"/>
          <w:szCs w:val="16"/>
        </w:rPr>
        <w:t>SE9 N</w:t>
      </w:r>
      <w:r w:rsidR="00AF7850">
        <w:rPr>
          <w:rFonts w:ascii="Arial" w:hAnsi="Arial" w:cs="Arial"/>
          <w:bCs/>
          <w:sz w:val="16"/>
          <w:szCs w:val="16"/>
        </w:rPr>
        <w:t>85</w:t>
      </w:r>
    </w:p>
    <w:p w:rsidR="003A22AA" w:rsidRPr="000E4C4B" w:rsidRDefault="003A22AA" w:rsidP="00326477">
      <w:pPr>
        <w:tabs>
          <w:tab w:val="left" w:pos="6804"/>
        </w:tabs>
        <w:ind w:right="-2"/>
        <w:jc w:val="both"/>
        <w:rPr>
          <w:rFonts w:ascii="Arial" w:hAnsi="Arial" w:cs="Arial"/>
          <w:bCs/>
          <w:sz w:val="16"/>
          <w:szCs w:val="16"/>
          <w:highlight w:val="yellow"/>
        </w:rPr>
      </w:pPr>
    </w:p>
    <w:p w:rsidR="00AF7850" w:rsidRPr="00AF7850" w:rsidRDefault="00AF7850" w:rsidP="00AF7850">
      <w:pPr>
        <w:pBdr>
          <w:top w:val="double" w:sz="4" w:space="1" w:color="auto" w:shadow="1"/>
          <w:left w:val="double" w:sz="4" w:space="4" w:color="auto" w:shadow="1"/>
          <w:bottom w:val="double" w:sz="4" w:space="0" w:color="auto" w:shadow="1"/>
          <w:right w:val="double" w:sz="4" w:space="4" w:color="auto" w:shadow="1"/>
        </w:pBdr>
        <w:ind w:right="-2"/>
        <w:jc w:val="center"/>
        <w:rPr>
          <w:rFonts w:ascii="Arial" w:hAnsi="Arial" w:cs="Arial"/>
          <w:b/>
          <w:sz w:val="28"/>
          <w:szCs w:val="28"/>
        </w:rPr>
      </w:pPr>
      <w:bookmarkStart w:id="0" w:name="_Hlk150854563"/>
      <w:r w:rsidRPr="00AF7850">
        <w:rPr>
          <w:rFonts w:ascii="Arial" w:hAnsi="Arial" w:cs="Arial"/>
          <w:b/>
          <w:sz w:val="28"/>
          <w:szCs w:val="28"/>
        </w:rPr>
        <w:t>MARCHE DE MAINTENANCE ET D’ENTRETIEN DES INSTALLATIONS DE CHAUFFAGE, VENTILATION ET CLIMATISATION DES ETABLISSEMENTS DU GHT DANS LE CADRE DU GROUPEMENT DE COMMANDES DU GHT DES ALPES DU SUD- MCVC24</w:t>
      </w:r>
    </w:p>
    <w:bookmarkEnd w:id="0"/>
    <w:p w:rsidR="00277383" w:rsidRPr="000E4C4B" w:rsidRDefault="00277383" w:rsidP="000E4C4B">
      <w:pPr>
        <w:shd w:val="clear" w:color="auto" w:fill="CCCCCC"/>
        <w:ind w:right="-1"/>
        <w:jc w:val="center"/>
        <w:rPr>
          <w:rFonts w:ascii="Arial" w:hAnsi="Arial" w:cs="Arial"/>
          <w:b/>
          <w:bCs/>
          <w:sz w:val="16"/>
          <w:szCs w:val="16"/>
        </w:rPr>
      </w:pPr>
    </w:p>
    <w:p w:rsidR="00277383" w:rsidRDefault="00277383" w:rsidP="000E4C4B">
      <w:pPr>
        <w:ind w:right="1692"/>
        <w:rPr>
          <w:rFonts w:ascii="Arial" w:hAnsi="Arial" w:cs="Arial"/>
        </w:rPr>
      </w:pPr>
    </w:p>
    <w:p w:rsidR="007D2016" w:rsidRPr="008C3DAF" w:rsidRDefault="007D2016" w:rsidP="007D2016">
      <w:pPr>
        <w:jc w:val="center"/>
        <w:rPr>
          <w:rFonts w:ascii="Arial" w:hAnsi="Arial" w:cs="Arial"/>
          <w:b/>
          <w:color w:val="0000FF"/>
          <w:sz w:val="32"/>
          <w:szCs w:val="32"/>
        </w:rPr>
      </w:pPr>
      <w:r w:rsidRPr="008C3DAF">
        <w:rPr>
          <w:rFonts w:ascii="Arial" w:hAnsi="Arial" w:cs="Arial"/>
          <w:b/>
          <w:color w:val="0000FF"/>
          <w:sz w:val="32"/>
          <w:szCs w:val="32"/>
        </w:rPr>
        <w:t>NOM DU CANDIDAT :</w:t>
      </w:r>
    </w:p>
    <w:p w:rsidR="007D2016" w:rsidRDefault="007D2016" w:rsidP="000E4C4B">
      <w:pPr>
        <w:ind w:right="1692"/>
        <w:rPr>
          <w:rFonts w:ascii="Arial" w:hAnsi="Arial" w:cs="Arial"/>
        </w:rPr>
      </w:pPr>
    </w:p>
    <w:p w:rsidR="007D2016" w:rsidRPr="000E4C4B" w:rsidRDefault="007D2016" w:rsidP="000E4C4B">
      <w:pPr>
        <w:ind w:right="1692"/>
        <w:rPr>
          <w:rFonts w:ascii="Arial" w:hAnsi="Arial" w:cs="Arial"/>
        </w:rPr>
      </w:pPr>
    </w:p>
    <w:p w:rsidR="000D1ED7" w:rsidRPr="000E4C4B" w:rsidRDefault="000D1ED7" w:rsidP="000D1ED7">
      <w:pPr>
        <w:keepNext/>
        <w:tabs>
          <w:tab w:val="left" w:pos="4065"/>
        </w:tabs>
        <w:jc w:val="center"/>
        <w:outlineLvl w:val="0"/>
        <w:rPr>
          <w:rFonts w:ascii="Arial" w:hAnsi="Arial" w:cs="Arial"/>
          <w:b/>
          <w:bCs/>
          <w:kern w:val="32"/>
          <w:sz w:val="32"/>
          <w:szCs w:val="32"/>
        </w:rPr>
      </w:pPr>
      <w:r>
        <w:rPr>
          <w:rFonts w:ascii="Arial" w:hAnsi="Arial" w:cs="Arial"/>
          <w:b/>
          <w:bCs/>
          <w:kern w:val="32"/>
          <w:sz w:val="32"/>
          <w:szCs w:val="32"/>
        </w:rPr>
        <w:t xml:space="preserve"> </w:t>
      </w:r>
      <w:r w:rsidR="0042533B">
        <w:rPr>
          <w:rFonts w:ascii="Arial" w:hAnsi="Arial" w:cs="Arial"/>
          <w:b/>
          <w:bCs/>
          <w:kern w:val="32"/>
          <w:sz w:val="32"/>
          <w:szCs w:val="32"/>
        </w:rPr>
        <w:t>QUESTIONNAIRE TECHNIQUE</w:t>
      </w:r>
      <w:r w:rsidR="008C3DAF">
        <w:rPr>
          <w:rFonts w:ascii="Arial" w:hAnsi="Arial" w:cs="Arial"/>
          <w:b/>
          <w:bCs/>
          <w:kern w:val="32"/>
          <w:sz w:val="32"/>
          <w:szCs w:val="32"/>
        </w:rPr>
        <w:t xml:space="preserve"> LOT </w:t>
      </w:r>
      <w:r w:rsidR="0062057C">
        <w:rPr>
          <w:rFonts w:ascii="Arial" w:hAnsi="Arial" w:cs="Arial"/>
          <w:b/>
          <w:bCs/>
          <w:kern w:val="32"/>
          <w:sz w:val="32"/>
          <w:szCs w:val="32"/>
        </w:rPr>
        <w:t>4</w:t>
      </w:r>
      <w:r w:rsidR="0042533B">
        <w:rPr>
          <w:rFonts w:ascii="Arial" w:hAnsi="Arial" w:cs="Arial"/>
          <w:b/>
          <w:bCs/>
          <w:kern w:val="32"/>
          <w:sz w:val="32"/>
          <w:szCs w:val="32"/>
        </w:rPr>
        <w:t xml:space="preserve"> - </w:t>
      </w:r>
      <w:r w:rsidRPr="000E4C4B">
        <w:rPr>
          <w:rFonts w:ascii="Arial" w:hAnsi="Arial" w:cs="Arial"/>
          <w:b/>
          <w:bCs/>
          <w:kern w:val="32"/>
          <w:sz w:val="32"/>
          <w:szCs w:val="32"/>
        </w:rPr>
        <w:t xml:space="preserve">FICHE </w:t>
      </w:r>
      <w:proofErr w:type="gramStart"/>
      <w:r w:rsidRPr="000E4C4B">
        <w:rPr>
          <w:rFonts w:ascii="Arial" w:hAnsi="Arial" w:cs="Arial"/>
          <w:b/>
          <w:bCs/>
          <w:kern w:val="32"/>
          <w:sz w:val="32"/>
          <w:szCs w:val="32"/>
        </w:rPr>
        <w:t>INTERVENTION</w:t>
      </w:r>
      <w:r w:rsidR="0042533B">
        <w:rPr>
          <w:rFonts w:ascii="Arial" w:hAnsi="Arial" w:cs="Arial"/>
          <w:b/>
          <w:bCs/>
          <w:kern w:val="32"/>
          <w:sz w:val="32"/>
          <w:szCs w:val="32"/>
        </w:rPr>
        <w:t xml:space="preserve"> </w:t>
      </w:r>
      <w:r w:rsidR="008C3DAF">
        <w:rPr>
          <w:rFonts w:ascii="Arial" w:hAnsi="Arial" w:cs="Arial"/>
          <w:b/>
          <w:bCs/>
          <w:kern w:val="32"/>
          <w:sz w:val="32"/>
          <w:szCs w:val="32"/>
        </w:rPr>
        <w:t xml:space="preserve"> Site</w:t>
      </w:r>
      <w:proofErr w:type="gramEnd"/>
      <w:r w:rsidR="008C3DAF">
        <w:rPr>
          <w:rFonts w:ascii="Arial" w:hAnsi="Arial" w:cs="Arial"/>
          <w:b/>
          <w:bCs/>
          <w:kern w:val="32"/>
          <w:sz w:val="32"/>
          <w:szCs w:val="32"/>
        </w:rPr>
        <w:t xml:space="preserve"> d’AIGUILLES</w:t>
      </w:r>
    </w:p>
    <w:p w:rsidR="000D1ED7" w:rsidRDefault="000D1ED7" w:rsidP="000D1ED7">
      <w:pPr>
        <w:jc w:val="center"/>
        <w:rPr>
          <w:rFonts w:ascii="Arial" w:hAnsi="Arial" w:cs="Arial"/>
        </w:rPr>
      </w:pPr>
    </w:p>
    <w:p w:rsidR="000D1ED7" w:rsidRPr="000E4C4B" w:rsidRDefault="000D1ED7" w:rsidP="00427A1C">
      <w:pPr>
        <w:jc w:val="center"/>
        <w:rPr>
          <w:rFonts w:ascii="Arial" w:hAnsi="Arial" w:cs="Arial"/>
        </w:rPr>
      </w:pPr>
      <w:r w:rsidRPr="00D10E9A">
        <w:rPr>
          <w:rFonts w:ascii="Arial" w:hAnsi="Arial" w:cs="Arial"/>
          <w:sz w:val="22"/>
          <w:szCs w:val="22"/>
        </w:rPr>
        <w:t>ÉLÉMENTS CONSTITUTIFS POUR LES INTERVENTIONS DE MAINTENANCE CORRECTIVE – DÉPANNAGE</w:t>
      </w:r>
    </w:p>
    <w:tbl>
      <w:tblPr>
        <w:tblpPr w:leftFromText="141" w:rightFromText="141" w:vertAnchor="text" w:horzAnchor="margin" w:tblpY="536"/>
        <w:tblW w:w="99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30"/>
        <w:gridCol w:w="180"/>
        <w:gridCol w:w="1620"/>
        <w:gridCol w:w="2327"/>
        <w:gridCol w:w="2410"/>
        <w:gridCol w:w="2126"/>
      </w:tblGrid>
      <w:tr w:rsidR="000D1ED7" w:rsidRPr="000E4C4B" w:rsidTr="008C3DAF">
        <w:trPr>
          <w:trHeight w:val="717"/>
        </w:trPr>
        <w:tc>
          <w:tcPr>
            <w:tcW w:w="151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D1ED7" w:rsidRPr="000E4C4B" w:rsidRDefault="000D1ED7" w:rsidP="007927BD">
            <w:pPr>
              <w:rPr>
                <w:rFonts w:ascii="Arial" w:hAnsi="Arial" w:cs="Arial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1ED7" w:rsidRPr="000E4C4B" w:rsidRDefault="000D1ED7" w:rsidP="007927BD">
            <w:pPr>
              <w:rPr>
                <w:rFonts w:ascii="Arial" w:hAnsi="Arial" w:cs="Arial"/>
              </w:rPr>
            </w:pPr>
          </w:p>
        </w:tc>
        <w:tc>
          <w:tcPr>
            <w:tcW w:w="2327" w:type="dxa"/>
            <w:tcBorders>
              <w:left w:val="single" w:sz="4" w:space="0" w:color="auto"/>
            </w:tcBorders>
            <w:vAlign w:val="center"/>
          </w:tcPr>
          <w:p w:rsidR="000D1ED7" w:rsidRPr="000E4C4B" w:rsidRDefault="000D1ED7" w:rsidP="007927BD">
            <w:pPr>
              <w:jc w:val="center"/>
              <w:rPr>
                <w:rFonts w:ascii="Arial" w:hAnsi="Arial" w:cs="Arial"/>
              </w:rPr>
            </w:pPr>
            <w:r w:rsidRPr="000E4C4B">
              <w:rPr>
                <w:rFonts w:ascii="Arial" w:hAnsi="Arial" w:cs="Arial"/>
              </w:rPr>
              <w:t>Heures ouvrées</w:t>
            </w:r>
          </w:p>
          <w:p w:rsidR="000D1ED7" w:rsidRPr="000E4C4B" w:rsidRDefault="000D1ED7" w:rsidP="007927BD">
            <w:pPr>
              <w:jc w:val="center"/>
              <w:rPr>
                <w:rFonts w:ascii="Arial" w:hAnsi="Arial" w:cs="Arial"/>
              </w:rPr>
            </w:pPr>
            <w:r w:rsidRPr="000E4C4B">
              <w:rPr>
                <w:rFonts w:ascii="Arial" w:hAnsi="Arial" w:cs="Arial"/>
              </w:rPr>
              <w:t>du lundi au vendredi</w:t>
            </w:r>
          </w:p>
        </w:tc>
        <w:tc>
          <w:tcPr>
            <w:tcW w:w="2410" w:type="dxa"/>
            <w:vAlign w:val="center"/>
          </w:tcPr>
          <w:p w:rsidR="000D1ED7" w:rsidRPr="000E4C4B" w:rsidRDefault="000D1ED7" w:rsidP="007927BD">
            <w:pPr>
              <w:jc w:val="center"/>
              <w:rPr>
                <w:rFonts w:ascii="Arial" w:hAnsi="Arial" w:cs="Arial"/>
              </w:rPr>
            </w:pPr>
            <w:r w:rsidRPr="000E4C4B">
              <w:rPr>
                <w:rFonts w:ascii="Arial" w:hAnsi="Arial" w:cs="Arial"/>
              </w:rPr>
              <w:t>Heures non ouvrées</w:t>
            </w:r>
          </w:p>
          <w:p w:rsidR="000D1ED7" w:rsidRPr="000E4C4B" w:rsidRDefault="000D1ED7" w:rsidP="007927BD">
            <w:pPr>
              <w:jc w:val="center"/>
              <w:rPr>
                <w:rFonts w:ascii="Arial" w:hAnsi="Arial" w:cs="Arial"/>
              </w:rPr>
            </w:pPr>
            <w:r w:rsidRPr="000E4C4B">
              <w:rPr>
                <w:rFonts w:ascii="Arial" w:hAnsi="Arial" w:cs="Arial"/>
              </w:rPr>
              <w:t>du lundi au vendredi</w:t>
            </w:r>
          </w:p>
        </w:tc>
        <w:tc>
          <w:tcPr>
            <w:tcW w:w="2126" w:type="dxa"/>
            <w:vAlign w:val="center"/>
          </w:tcPr>
          <w:p w:rsidR="000D1ED7" w:rsidRPr="000E4C4B" w:rsidRDefault="000D1ED7" w:rsidP="007927BD">
            <w:pPr>
              <w:jc w:val="center"/>
              <w:rPr>
                <w:rFonts w:ascii="Arial" w:hAnsi="Arial" w:cs="Arial"/>
              </w:rPr>
            </w:pPr>
            <w:r w:rsidRPr="000E4C4B">
              <w:rPr>
                <w:rFonts w:ascii="Arial" w:hAnsi="Arial" w:cs="Arial"/>
              </w:rPr>
              <w:t>Samedi, dimanche et jours fériés</w:t>
            </w:r>
          </w:p>
        </w:tc>
      </w:tr>
      <w:tr w:rsidR="000D1ED7" w:rsidRPr="000E4C4B" w:rsidTr="008C3DAF">
        <w:trPr>
          <w:cantSplit/>
          <w:trHeight w:val="717"/>
        </w:trPr>
        <w:tc>
          <w:tcPr>
            <w:tcW w:w="3130" w:type="dxa"/>
            <w:gridSpan w:val="3"/>
            <w:tcBorders>
              <w:top w:val="single" w:sz="4" w:space="0" w:color="auto"/>
            </w:tcBorders>
            <w:vAlign w:val="center"/>
          </w:tcPr>
          <w:p w:rsidR="000D1ED7" w:rsidRPr="000E4C4B" w:rsidRDefault="000D1ED7" w:rsidP="007927BD">
            <w:pPr>
              <w:jc w:val="center"/>
              <w:rPr>
                <w:rFonts w:ascii="Arial" w:hAnsi="Arial" w:cs="Arial"/>
              </w:rPr>
            </w:pPr>
            <w:r w:rsidRPr="000E4C4B">
              <w:rPr>
                <w:rFonts w:ascii="Arial" w:hAnsi="Arial" w:cs="Arial"/>
              </w:rPr>
              <w:t>Horaires</w:t>
            </w:r>
          </w:p>
        </w:tc>
        <w:tc>
          <w:tcPr>
            <w:tcW w:w="2327" w:type="dxa"/>
            <w:vAlign w:val="center"/>
          </w:tcPr>
          <w:p w:rsidR="000D1ED7" w:rsidRPr="000E4C4B" w:rsidRDefault="000D1ED7" w:rsidP="007927B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10" w:type="dxa"/>
            <w:vAlign w:val="center"/>
          </w:tcPr>
          <w:p w:rsidR="000D1ED7" w:rsidRPr="000E4C4B" w:rsidRDefault="000D1ED7" w:rsidP="007927B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0D1ED7" w:rsidRPr="000E4C4B" w:rsidRDefault="000D1ED7" w:rsidP="007927BD">
            <w:pPr>
              <w:jc w:val="center"/>
              <w:rPr>
                <w:rFonts w:ascii="Arial" w:hAnsi="Arial" w:cs="Arial"/>
              </w:rPr>
            </w:pPr>
          </w:p>
        </w:tc>
      </w:tr>
      <w:tr w:rsidR="000D1ED7" w:rsidRPr="000E4C4B" w:rsidTr="008C3DAF">
        <w:trPr>
          <w:cantSplit/>
          <w:trHeight w:val="717"/>
        </w:trPr>
        <w:tc>
          <w:tcPr>
            <w:tcW w:w="1330" w:type="dxa"/>
            <w:vMerge w:val="restart"/>
            <w:vAlign w:val="center"/>
          </w:tcPr>
          <w:p w:rsidR="000D1ED7" w:rsidRPr="000E4C4B" w:rsidRDefault="000D1ED7" w:rsidP="007927BD">
            <w:pPr>
              <w:jc w:val="center"/>
              <w:rPr>
                <w:rFonts w:ascii="Arial" w:hAnsi="Arial" w:cs="Arial"/>
              </w:rPr>
            </w:pPr>
            <w:r w:rsidRPr="000E4C4B">
              <w:rPr>
                <w:rFonts w:ascii="Arial" w:hAnsi="Arial" w:cs="Arial"/>
              </w:rPr>
              <w:t>Agence à contacter</w:t>
            </w:r>
          </w:p>
        </w:tc>
        <w:tc>
          <w:tcPr>
            <w:tcW w:w="1800" w:type="dxa"/>
            <w:gridSpan w:val="2"/>
            <w:vAlign w:val="center"/>
          </w:tcPr>
          <w:p w:rsidR="000D1ED7" w:rsidRPr="000E4C4B" w:rsidRDefault="000D1ED7" w:rsidP="007927BD">
            <w:pPr>
              <w:jc w:val="center"/>
              <w:rPr>
                <w:rFonts w:ascii="Arial" w:hAnsi="Arial" w:cs="Arial"/>
              </w:rPr>
            </w:pPr>
            <w:r w:rsidRPr="000E4C4B">
              <w:rPr>
                <w:rFonts w:ascii="Arial" w:hAnsi="Arial" w:cs="Arial"/>
              </w:rPr>
              <w:t>N° téléphone</w:t>
            </w:r>
          </w:p>
        </w:tc>
        <w:tc>
          <w:tcPr>
            <w:tcW w:w="2327" w:type="dxa"/>
            <w:vAlign w:val="center"/>
          </w:tcPr>
          <w:p w:rsidR="000D1ED7" w:rsidRPr="000E4C4B" w:rsidRDefault="000D1ED7" w:rsidP="007927B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10" w:type="dxa"/>
            <w:vAlign w:val="center"/>
          </w:tcPr>
          <w:p w:rsidR="000D1ED7" w:rsidRPr="000E4C4B" w:rsidRDefault="000D1ED7" w:rsidP="007927B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0D1ED7" w:rsidRPr="000E4C4B" w:rsidRDefault="000D1ED7" w:rsidP="007927BD">
            <w:pPr>
              <w:jc w:val="center"/>
              <w:rPr>
                <w:rFonts w:ascii="Arial" w:hAnsi="Arial" w:cs="Arial"/>
              </w:rPr>
            </w:pPr>
          </w:p>
        </w:tc>
      </w:tr>
      <w:tr w:rsidR="000D1ED7" w:rsidRPr="000E4C4B" w:rsidTr="008C3DAF">
        <w:trPr>
          <w:cantSplit/>
          <w:trHeight w:val="717"/>
        </w:trPr>
        <w:tc>
          <w:tcPr>
            <w:tcW w:w="1330" w:type="dxa"/>
            <w:vMerge/>
            <w:vAlign w:val="center"/>
          </w:tcPr>
          <w:p w:rsidR="000D1ED7" w:rsidRPr="000E4C4B" w:rsidRDefault="000D1ED7" w:rsidP="007927B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00" w:type="dxa"/>
            <w:gridSpan w:val="2"/>
            <w:vAlign w:val="center"/>
          </w:tcPr>
          <w:p w:rsidR="000D1ED7" w:rsidRPr="000E4C4B" w:rsidRDefault="000D1ED7" w:rsidP="007927BD">
            <w:pPr>
              <w:jc w:val="center"/>
              <w:rPr>
                <w:rFonts w:ascii="Arial" w:hAnsi="Arial" w:cs="Arial"/>
              </w:rPr>
            </w:pPr>
            <w:r w:rsidRPr="000E4C4B">
              <w:rPr>
                <w:rFonts w:ascii="Arial" w:hAnsi="Arial" w:cs="Arial"/>
              </w:rPr>
              <w:t>N° télécopie et/ou mail</w:t>
            </w:r>
          </w:p>
        </w:tc>
        <w:tc>
          <w:tcPr>
            <w:tcW w:w="2327" w:type="dxa"/>
            <w:vAlign w:val="center"/>
          </w:tcPr>
          <w:p w:rsidR="000D1ED7" w:rsidRPr="000E4C4B" w:rsidRDefault="000D1ED7" w:rsidP="007927B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10" w:type="dxa"/>
            <w:vAlign w:val="center"/>
          </w:tcPr>
          <w:p w:rsidR="000D1ED7" w:rsidRPr="000E4C4B" w:rsidRDefault="000D1ED7" w:rsidP="007927B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0D1ED7" w:rsidRPr="000E4C4B" w:rsidRDefault="000D1ED7" w:rsidP="007927BD">
            <w:pPr>
              <w:jc w:val="center"/>
              <w:rPr>
                <w:rFonts w:ascii="Arial" w:hAnsi="Arial" w:cs="Arial"/>
              </w:rPr>
            </w:pPr>
          </w:p>
        </w:tc>
      </w:tr>
      <w:tr w:rsidR="000D1ED7" w:rsidRPr="000E4C4B" w:rsidTr="008C3DAF">
        <w:trPr>
          <w:cantSplit/>
          <w:trHeight w:val="683"/>
        </w:trPr>
        <w:tc>
          <w:tcPr>
            <w:tcW w:w="1330" w:type="dxa"/>
            <w:vMerge/>
            <w:vAlign w:val="center"/>
          </w:tcPr>
          <w:p w:rsidR="000D1ED7" w:rsidRPr="000E4C4B" w:rsidRDefault="000D1ED7" w:rsidP="007927B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00" w:type="dxa"/>
            <w:gridSpan w:val="2"/>
            <w:vAlign w:val="center"/>
          </w:tcPr>
          <w:p w:rsidR="000D1ED7" w:rsidRPr="000E4C4B" w:rsidRDefault="000D1ED7" w:rsidP="007927BD">
            <w:pPr>
              <w:jc w:val="center"/>
              <w:rPr>
                <w:rFonts w:ascii="Arial" w:hAnsi="Arial" w:cs="Arial"/>
              </w:rPr>
            </w:pPr>
            <w:r w:rsidRPr="000E4C4B">
              <w:rPr>
                <w:rFonts w:ascii="Arial" w:hAnsi="Arial" w:cs="Arial"/>
              </w:rPr>
              <w:t>Agence et personne à demander</w:t>
            </w:r>
          </w:p>
        </w:tc>
        <w:tc>
          <w:tcPr>
            <w:tcW w:w="2327" w:type="dxa"/>
            <w:vAlign w:val="center"/>
          </w:tcPr>
          <w:p w:rsidR="000D1ED7" w:rsidRPr="000E4C4B" w:rsidRDefault="000D1ED7" w:rsidP="007927B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10" w:type="dxa"/>
            <w:vAlign w:val="center"/>
          </w:tcPr>
          <w:p w:rsidR="000D1ED7" w:rsidRPr="000E4C4B" w:rsidRDefault="000D1ED7" w:rsidP="007927B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0D1ED7" w:rsidRPr="000E4C4B" w:rsidRDefault="000D1ED7" w:rsidP="007927BD">
            <w:pPr>
              <w:jc w:val="center"/>
              <w:rPr>
                <w:rFonts w:ascii="Arial" w:hAnsi="Arial" w:cs="Arial"/>
              </w:rPr>
            </w:pPr>
          </w:p>
        </w:tc>
      </w:tr>
      <w:tr w:rsidR="000D1ED7" w:rsidRPr="000E4C4B" w:rsidTr="008C3DAF">
        <w:trPr>
          <w:cantSplit/>
          <w:trHeight w:val="753"/>
        </w:trPr>
        <w:tc>
          <w:tcPr>
            <w:tcW w:w="3130" w:type="dxa"/>
            <w:gridSpan w:val="3"/>
            <w:vAlign w:val="center"/>
          </w:tcPr>
          <w:p w:rsidR="000D1ED7" w:rsidRPr="000E4C4B" w:rsidRDefault="000D1ED7" w:rsidP="007927BD">
            <w:pPr>
              <w:jc w:val="center"/>
              <w:rPr>
                <w:rFonts w:ascii="Arial" w:hAnsi="Arial" w:cs="Arial"/>
              </w:rPr>
            </w:pPr>
            <w:r w:rsidRPr="000E4C4B">
              <w:rPr>
                <w:rFonts w:ascii="Arial" w:hAnsi="Arial" w:cs="Arial"/>
              </w:rPr>
              <w:t>Délai d'intervention maximum à réception de la demande d'intervention</w:t>
            </w:r>
          </w:p>
        </w:tc>
        <w:tc>
          <w:tcPr>
            <w:tcW w:w="2327" w:type="dxa"/>
            <w:vAlign w:val="center"/>
          </w:tcPr>
          <w:p w:rsidR="000D1ED7" w:rsidRPr="000E4C4B" w:rsidRDefault="000D1ED7" w:rsidP="007927B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10" w:type="dxa"/>
            <w:vAlign w:val="center"/>
          </w:tcPr>
          <w:p w:rsidR="000D1ED7" w:rsidRPr="000E4C4B" w:rsidRDefault="000D1ED7" w:rsidP="007927B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0D1ED7" w:rsidRPr="000E4C4B" w:rsidRDefault="000D1ED7" w:rsidP="007927BD">
            <w:pPr>
              <w:jc w:val="center"/>
              <w:rPr>
                <w:rFonts w:ascii="Arial" w:hAnsi="Arial" w:cs="Arial"/>
              </w:rPr>
            </w:pPr>
          </w:p>
        </w:tc>
      </w:tr>
    </w:tbl>
    <w:p w:rsidR="000D1ED7" w:rsidRDefault="000D1ED7" w:rsidP="000D1ED7">
      <w:pPr>
        <w:ind w:right="-568"/>
        <w:rPr>
          <w:rFonts w:ascii="Arial" w:hAnsi="Arial" w:cs="Arial"/>
          <w:caps/>
          <w:sz w:val="22"/>
          <w:szCs w:val="22"/>
        </w:rPr>
      </w:pPr>
    </w:p>
    <w:p w:rsidR="008C3DAF" w:rsidRDefault="008C3DAF">
      <w:pPr>
        <w:rPr>
          <w:rFonts w:ascii="Arial" w:hAnsi="Arial" w:cs="Arial"/>
          <w:caps/>
          <w:sz w:val="22"/>
          <w:szCs w:val="22"/>
        </w:rPr>
      </w:pPr>
    </w:p>
    <w:p w:rsidR="000D1ED7" w:rsidRPr="000E4C4B" w:rsidRDefault="000D1ED7" w:rsidP="000D1ED7">
      <w:pPr>
        <w:ind w:right="1692"/>
        <w:rPr>
          <w:rFonts w:ascii="Arial" w:hAnsi="Arial" w:cs="Arial"/>
        </w:rPr>
      </w:pPr>
    </w:p>
    <w:p w:rsidR="008C3DAF" w:rsidRDefault="008C3DAF" w:rsidP="000D1ED7">
      <w:pPr>
        <w:ind w:right="-568"/>
        <w:rPr>
          <w:rFonts w:ascii="Arial" w:hAnsi="Arial" w:cs="Arial"/>
          <w:caps/>
          <w:sz w:val="22"/>
          <w:szCs w:val="22"/>
        </w:rPr>
      </w:pPr>
    </w:p>
    <w:p w:rsidR="00825369" w:rsidRDefault="00825369" w:rsidP="000D1ED7">
      <w:pPr>
        <w:ind w:right="-568"/>
        <w:rPr>
          <w:rFonts w:ascii="Arial" w:hAnsi="Arial" w:cs="Arial"/>
          <w:caps/>
          <w:sz w:val="22"/>
          <w:szCs w:val="22"/>
        </w:rPr>
      </w:pPr>
    </w:p>
    <w:p w:rsidR="000D1ED7" w:rsidRDefault="000D1ED7" w:rsidP="000D1ED7">
      <w:pPr>
        <w:ind w:right="-568"/>
        <w:rPr>
          <w:rFonts w:ascii="Helvetica" w:hAnsi="Helvetica" w:cs="Arial"/>
          <w:sz w:val="22"/>
          <w:szCs w:val="22"/>
        </w:rPr>
      </w:pPr>
      <w:r>
        <w:rPr>
          <w:rFonts w:ascii="Helvetica" w:hAnsi="Helvetica" w:cs="Arial"/>
          <w:sz w:val="22"/>
          <w:szCs w:val="22"/>
        </w:rPr>
        <w:t>A</w:t>
      </w:r>
      <w:r w:rsidRPr="000E4C4B">
        <w:rPr>
          <w:rFonts w:ascii="Helvetica" w:hAnsi="Helvetica" w:cs="Arial"/>
          <w:sz w:val="22"/>
          <w:szCs w:val="22"/>
        </w:rPr>
        <w:t xml:space="preserve">    </w:t>
      </w:r>
      <w:proofErr w:type="gramStart"/>
      <w:r w:rsidRPr="000E4C4B">
        <w:rPr>
          <w:rFonts w:ascii="Helvetica" w:hAnsi="Helvetica" w:cs="Arial"/>
          <w:sz w:val="22"/>
          <w:szCs w:val="22"/>
        </w:rPr>
        <w:t xml:space="preserve">  ,</w:t>
      </w:r>
      <w:proofErr w:type="gramEnd"/>
      <w:r w:rsidRPr="000E4C4B">
        <w:rPr>
          <w:rFonts w:ascii="Helvetica" w:hAnsi="Helvetica" w:cs="Arial"/>
          <w:sz w:val="22"/>
          <w:szCs w:val="22"/>
        </w:rPr>
        <w:t xml:space="preserve"> </w:t>
      </w:r>
      <w:r>
        <w:rPr>
          <w:rFonts w:ascii="Helvetica" w:hAnsi="Helvetica" w:cs="Arial"/>
          <w:sz w:val="22"/>
          <w:szCs w:val="22"/>
        </w:rPr>
        <w:t>le</w:t>
      </w:r>
      <w:r w:rsidR="008C3DAF">
        <w:rPr>
          <w:rFonts w:ascii="Helvetica" w:hAnsi="Helvetica" w:cs="Arial"/>
          <w:sz w:val="22"/>
          <w:szCs w:val="22"/>
        </w:rPr>
        <w:t xml:space="preserve"> </w:t>
      </w:r>
    </w:p>
    <w:p w:rsidR="000D1ED7" w:rsidRDefault="000D1ED7" w:rsidP="000D1ED7">
      <w:pPr>
        <w:ind w:right="-568"/>
        <w:rPr>
          <w:rFonts w:ascii="Arial" w:hAnsi="Arial" w:cs="Arial"/>
          <w:i/>
          <w:sz w:val="16"/>
          <w:szCs w:val="16"/>
        </w:rPr>
      </w:pPr>
    </w:p>
    <w:p w:rsidR="000D1ED7" w:rsidRPr="00427A1C" w:rsidRDefault="000D1ED7" w:rsidP="000E4C4B">
      <w:pPr>
        <w:ind w:right="-568"/>
        <w:rPr>
          <w:rFonts w:ascii="Arial" w:hAnsi="Arial" w:cs="Arial"/>
          <w:i/>
          <w:sz w:val="16"/>
          <w:szCs w:val="16"/>
        </w:rPr>
      </w:pPr>
      <w:r w:rsidRPr="009C7F9C">
        <w:rPr>
          <w:rFonts w:ascii="Arial" w:hAnsi="Arial" w:cs="Arial"/>
          <w:i/>
          <w:sz w:val="16"/>
          <w:szCs w:val="16"/>
        </w:rPr>
        <w:t>Nom du signataire, cachet de l'entreprise et signature</w:t>
      </w:r>
    </w:p>
    <w:p w:rsidR="0065449F" w:rsidRPr="000E4C4B" w:rsidRDefault="0065449F" w:rsidP="000E4C4B">
      <w:pPr>
        <w:ind w:right="-568"/>
        <w:rPr>
          <w:rFonts w:ascii="Arial" w:hAnsi="Arial" w:cs="Arial"/>
          <w:caps/>
          <w:sz w:val="22"/>
          <w:szCs w:val="22"/>
        </w:rPr>
      </w:pPr>
      <w:bookmarkStart w:id="1" w:name="_GoBack"/>
      <w:bookmarkEnd w:id="1"/>
    </w:p>
    <w:sectPr w:rsidR="0065449F" w:rsidRPr="000E4C4B" w:rsidSect="008C3DAF">
      <w:footerReference w:type="default" r:id="rId17"/>
      <w:footerReference w:type="first" r:id="rId18"/>
      <w:pgSz w:w="11906" w:h="16838" w:code="9"/>
      <w:pgMar w:top="680" w:right="1134" w:bottom="1021" w:left="1134" w:header="113" w:footer="454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C1C92" w:rsidRDefault="00BC1C92">
      <w:r>
        <w:separator/>
      </w:r>
    </w:p>
  </w:endnote>
  <w:endnote w:type="continuationSeparator" w:id="0">
    <w:p w:rsidR="00BC1C92" w:rsidRDefault="00BC1C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 Sans MS">
    <w:altName w:val="Comic Sans MS"/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(W1)">
    <w:altName w:val="Times New Roman"/>
    <w:charset w:val="00"/>
    <w:family w:val="roman"/>
    <w:pitch w:val="variable"/>
    <w:sig w:usb0="20007A87" w:usb1="80000000" w:usb2="00000008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F298F" w:rsidRPr="002809BC" w:rsidRDefault="00BE64D7" w:rsidP="002809BC">
    <w:pPr>
      <w:pStyle w:val="Pieddepage"/>
      <w:pBdr>
        <w:top w:val="single" w:sz="4" w:space="1" w:color="auto"/>
      </w:pBdr>
      <w:jc w:val="center"/>
      <w:rPr>
        <w:rFonts w:ascii="Arial" w:hAnsi="Arial"/>
        <w:bCs/>
        <w:i/>
        <w:color w:val="808080" w:themeColor="background1" w:themeShade="80"/>
        <w:sz w:val="18"/>
      </w:rPr>
    </w:pPr>
    <w:r>
      <w:rPr>
        <w:rFonts w:ascii="Arial" w:hAnsi="Arial"/>
        <w:i/>
        <w:color w:val="808080" w:themeColor="background1" w:themeShade="80"/>
        <w:sz w:val="18"/>
      </w:rPr>
      <w:t>Questionnaire technique –</w:t>
    </w:r>
    <w:r w:rsidR="008C3DAF">
      <w:rPr>
        <w:rFonts w:ascii="Arial" w:hAnsi="Arial"/>
        <w:i/>
        <w:color w:val="808080" w:themeColor="background1" w:themeShade="80"/>
        <w:sz w:val="18"/>
      </w:rPr>
      <w:t xml:space="preserve"> Fiche d’intervention lot N° </w:t>
    </w:r>
    <w:r w:rsidR="00B86D2F">
      <w:rPr>
        <w:rFonts w:ascii="Arial" w:hAnsi="Arial"/>
        <w:i/>
        <w:color w:val="808080" w:themeColor="background1" w:themeShade="80"/>
        <w:sz w:val="18"/>
      </w:rPr>
      <w:t>4</w:t>
    </w:r>
    <w:r w:rsidR="008C3DAF">
      <w:rPr>
        <w:rFonts w:ascii="Arial" w:hAnsi="Arial"/>
        <w:i/>
        <w:color w:val="808080" w:themeColor="background1" w:themeShade="80"/>
        <w:sz w:val="18"/>
      </w:rPr>
      <w:t xml:space="preserve">                               </w:t>
    </w:r>
    <w:r w:rsidR="004F298F">
      <w:rPr>
        <w:rFonts w:ascii="Arial" w:hAnsi="Arial"/>
        <w:bCs/>
        <w:i/>
        <w:color w:val="808080" w:themeColor="background1" w:themeShade="80"/>
        <w:sz w:val="18"/>
      </w:rPr>
      <w:t xml:space="preserve">                                                         </w:t>
    </w:r>
    <w:r w:rsidR="004F298F" w:rsidRPr="0011084A">
      <w:rPr>
        <w:rFonts w:ascii="Arial" w:hAnsi="Arial"/>
        <w:i/>
        <w:iCs/>
        <w:color w:val="808080" w:themeColor="background1" w:themeShade="80"/>
        <w:sz w:val="18"/>
      </w:rPr>
      <w:fldChar w:fldCharType="begin"/>
    </w:r>
    <w:r w:rsidR="004F298F" w:rsidRPr="0011084A">
      <w:rPr>
        <w:rFonts w:ascii="Arial" w:hAnsi="Arial"/>
        <w:i/>
        <w:iCs/>
        <w:color w:val="808080" w:themeColor="background1" w:themeShade="80"/>
        <w:sz w:val="18"/>
      </w:rPr>
      <w:instrText xml:space="preserve"> PAGE </w:instrText>
    </w:r>
    <w:r w:rsidR="004F298F" w:rsidRPr="0011084A">
      <w:rPr>
        <w:rFonts w:ascii="Arial" w:hAnsi="Arial"/>
        <w:i/>
        <w:iCs/>
        <w:color w:val="808080" w:themeColor="background1" w:themeShade="80"/>
        <w:sz w:val="18"/>
      </w:rPr>
      <w:fldChar w:fldCharType="separate"/>
    </w:r>
    <w:r w:rsidR="00B3425A">
      <w:rPr>
        <w:rFonts w:ascii="Arial" w:hAnsi="Arial"/>
        <w:i/>
        <w:iCs/>
        <w:noProof/>
        <w:color w:val="808080" w:themeColor="background1" w:themeShade="80"/>
        <w:sz w:val="18"/>
      </w:rPr>
      <w:t>1</w:t>
    </w:r>
    <w:r w:rsidR="004F298F" w:rsidRPr="0011084A">
      <w:rPr>
        <w:rFonts w:ascii="Arial" w:hAnsi="Arial"/>
        <w:i/>
        <w:color w:val="808080" w:themeColor="background1" w:themeShade="80"/>
        <w:sz w:val="18"/>
      </w:rPr>
      <w:fldChar w:fldCharType="end"/>
    </w:r>
    <w:r w:rsidR="004F298F" w:rsidRPr="0011084A">
      <w:rPr>
        <w:rFonts w:ascii="Arial" w:hAnsi="Arial"/>
        <w:i/>
        <w:iCs/>
        <w:color w:val="808080" w:themeColor="background1" w:themeShade="80"/>
        <w:sz w:val="18"/>
      </w:rPr>
      <w:t>/</w:t>
    </w:r>
    <w:r w:rsidR="004F298F" w:rsidRPr="0011084A">
      <w:rPr>
        <w:rFonts w:ascii="Arial" w:hAnsi="Arial"/>
        <w:i/>
        <w:iCs/>
        <w:color w:val="808080" w:themeColor="background1" w:themeShade="80"/>
        <w:sz w:val="18"/>
      </w:rPr>
      <w:fldChar w:fldCharType="begin"/>
    </w:r>
    <w:r w:rsidR="004F298F" w:rsidRPr="0011084A">
      <w:rPr>
        <w:rFonts w:ascii="Arial" w:hAnsi="Arial"/>
        <w:i/>
        <w:iCs/>
        <w:color w:val="808080" w:themeColor="background1" w:themeShade="80"/>
        <w:sz w:val="18"/>
      </w:rPr>
      <w:instrText xml:space="preserve"> NUMPAGES </w:instrText>
    </w:r>
    <w:r w:rsidR="004F298F" w:rsidRPr="0011084A">
      <w:rPr>
        <w:rFonts w:ascii="Arial" w:hAnsi="Arial"/>
        <w:i/>
        <w:iCs/>
        <w:color w:val="808080" w:themeColor="background1" w:themeShade="80"/>
        <w:sz w:val="18"/>
      </w:rPr>
      <w:fldChar w:fldCharType="separate"/>
    </w:r>
    <w:r w:rsidR="00B3425A">
      <w:rPr>
        <w:rFonts w:ascii="Arial" w:hAnsi="Arial"/>
        <w:i/>
        <w:iCs/>
        <w:noProof/>
        <w:color w:val="808080" w:themeColor="background1" w:themeShade="80"/>
        <w:sz w:val="18"/>
      </w:rPr>
      <w:t>3</w:t>
    </w:r>
    <w:r w:rsidR="004F298F" w:rsidRPr="0011084A">
      <w:rPr>
        <w:rFonts w:ascii="Arial" w:hAnsi="Arial"/>
        <w:i/>
        <w:color w:val="808080" w:themeColor="background1" w:themeShade="80"/>
        <w:sz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F298F" w:rsidRPr="009734AC" w:rsidRDefault="004F298F" w:rsidP="009734AC">
    <w:pPr>
      <w:pStyle w:val="Pieddepage"/>
      <w:pBdr>
        <w:top w:val="single" w:sz="4" w:space="1" w:color="auto"/>
      </w:pBdr>
      <w:jc w:val="center"/>
      <w:rPr>
        <w:rFonts w:ascii="Arial" w:hAnsi="Arial"/>
        <w:b/>
        <w:i/>
        <w:color w:val="808080" w:themeColor="background1" w:themeShade="80"/>
        <w:sz w:val="18"/>
      </w:rPr>
    </w:pPr>
    <w:r w:rsidRPr="00F4080F">
      <w:rPr>
        <w:rFonts w:ascii="Arial" w:hAnsi="Arial"/>
        <w:b/>
        <w:i/>
        <w:color w:val="808080" w:themeColor="background1" w:themeShade="80"/>
        <w:sz w:val="18"/>
      </w:rPr>
      <w:t>1, place Auguste Muret – B.P. 101 – 05007 GAP CEDEX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C1C92" w:rsidRDefault="00BC1C92">
      <w:r>
        <w:separator/>
      </w:r>
    </w:p>
  </w:footnote>
  <w:footnote w:type="continuationSeparator" w:id="0">
    <w:p w:rsidR="00BC1C92" w:rsidRDefault="00BC1C9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w14:anchorId="7D877606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2" type="#_x0000_t75" style="width:11.25pt;height:11.25pt" o:bullet="t">
        <v:imagedata r:id="rId1" o:title="msoD185"/>
      </v:shape>
    </w:pict>
  </w:numPicBullet>
  <w:abstractNum w:abstractNumId="0" w15:restartNumberingAfterBreak="0">
    <w:nsid w:val="FFFFFFFE"/>
    <w:multiLevelType w:val="singleLevel"/>
    <w:tmpl w:val="6AB2A3AC"/>
    <w:lvl w:ilvl="0">
      <w:numFmt w:val="bullet"/>
      <w:lvlText w:val="*"/>
      <w:lvlJc w:val="left"/>
    </w:lvl>
  </w:abstractNum>
  <w:abstractNum w:abstractNumId="1" w15:restartNumberingAfterBreak="0">
    <w:nsid w:val="06366CCC"/>
    <w:multiLevelType w:val="hybridMultilevel"/>
    <w:tmpl w:val="0E58847E"/>
    <w:lvl w:ilvl="0" w:tplc="6A746FDC">
      <w:start w:val="1"/>
      <w:numFmt w:val="decimal"/>
      <w:lvlText w:val="6-2.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33652B"/>
    <w:multiLevelType w:val="hybridMultilevel"/>
    <w:tmpl w:val="A7AC07A8"/>
    <w:lvl w:ilvl="0" w:tplc="C47A03D6">
      <w:start w:val="1"/>
      <w:numFmt w:val="decimal"/>
      <w:lvlText w:val="12-%1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9E0023B"/>
    <w:multiLevelType w:val="hybridMultilevel"/>
    <w:tmpl w:val="0CC401EA"/>
    <w:lvl w:ilvl="0" w:tplc="DCE02064">
      <w:start w:val="1"/>
      <w:numFmt w:val="decimal"/>
      <w:lvlText w:val="1-%1"/>
      <w:lvlJc w:val="left"/>
      <w:pPr>
        <w:ind w:left="57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298" w:hanging="360"/>
      </w:pPr>
    </w:lvl>
    <w:lvl w:ilvl="2" w:tplc="040C001B" w:tentative="1">
      <w:start w:val="1"/>
      <w:numFmt w:val="lowerRoman"/>
      <w:lvlText w:val="%3."/>
      <w:lvlJc w:val="right"/>
      <w:pPr>
        <w:ind w:left="2018" w:hanging="180"/>
      </w:pPr>
    </w:lvl>
    <w:lvl w:ilvl="3" w:tplc="040C000F" w:tentative="1">
      <w:start w:val="1"/>
      <w:numFmt w:val="decimal"/>
      <w:lvlText w:val="%4."/>
      <w:lvlJc w:val="left"/>
      <w:pPr>
        <w:ind w:left="2738" w:hanging="360"/>
      </w:pPr>
    </w:lvl>
    <w:lvl w:ilvl="4" w:tplc="040C0019" w:tentative="1">
      <w:start w:val="1"/>
      <w:numFmt w:val="lowerLetter"/>
      <w:lvlText w:val="%5."/>
      <w:lvlJc w:val="left"/>
      <w:pPr>
        <w:ind w:left="3458" w:hanging="360"/>
      </w:pPr>
    </w:lvl>
    <w:lvl w:ilvl="5" w:tplc="040C001B" w:tentative="1">
      <w:start w:val="1"/>
      <w:numFmt w:val="lowerRoman"/>
      <w:lvlText w:val="%6."/>
      <w:lvlJc w:val="right"/>
      <w:pPr>
        <w:ind w:left="4178" w:hanging="180"/>
      </w:pPr>
    </w:lvl>
    <w:lvl w:ilvl="6" w:tplc="040C000F" w:tentative="1">
      <w:start w:val="1"/>
      <w:numFmt w:val="decimal"/>
      <w:lvlText w:val="%7."/>
      <w:lvlJc w:val="left"/>
      <w:pPr>
        <w:ind w:left="4898" w:hanging="360"/>
      </w:pPr>
    </w:lvl>
    <w:lvl w:ilvl="7" w:tplc="040C0019" w:tentative="1">
      <w:start w:val="1"/>
      <w:numFmt w:val="lowerLetter"/>
      <w:lvlText w:val="%8."/>
      <w:lvlJc w:val="left"/>
      <w:pPr>
        <w:ind w:left="5618" w:hanging="360"/>
      </w:pPr>
    </w:lvl>
    <w:lvl w:ilvl="8" w:tplc="040C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4" w15:restartNumberingAfterBreak="0">
    <w:nsid w:val="0C153039"/>
    <w:multiLevelType w:val="hybridMultilevel"/>
    <w:tmpl w:val="62DE5EA2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3C1BF7"/>
    <w:multiLevelType w:val="hybridMultilevel"/>
    <w:tmpl w:val="14B4BD28"/>
    <w:lvl w:ilvl="0" w:tplc="DC3C713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861392"/>
    <w:multiLevelType w:val="hybridMultilevel"/>
    <w:tmpl w:val="EEA86AE0"/>
    <w:lvl w:ilvl="0" w:tplc="75C45CAE">
      <w:numFmt w:val="bullet"/>
      <w:lvlText w:val="−"/>
      <w:lvlJc w:val="left"/>
      <w:pPr>
        <w:ind w:left="2136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7" w15:restartNumberingAfterBreak="0">
    <w:nsid w:val="20062D24"/>
    <w:multiLevelType w:val="hybridMultilevel"/>
    <w:tmpl w:val="826856EC"/>
    <w:lvl w:ilvl="0" w:tplc="0C6CD394">
      <w:start w:val="1"/>
      <w:numFmt w:val="decimal"/>
      <w:lvlText w:val="6-4.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8367CA"/>
    <w:multiLevelType w:val="hybridMultilevel"/>
    <w:tmpl w:val="1E8892C8"/>
    <w:lvl w:ilvl="0" w:tplc="75C45CAE">
      <w:numFmt w:val="bullet"/>
      <w:lvlText w:val="−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AC1370"/>
    <w:multiLevelType w:val="hybridMultilevel"/>
    <w:tmpl w:val="F6AE0AB0"/>
    <w:lvl w:ilvl="0" w:tplc="C532C95A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2639140B"/>
    <w:multiLevelType w:val="hybridMultilevel"/>
    <w:tmpl w:val="D1FC458C"/>
    <w:lvl w:ilvl="0" w:tplc="69C66AD6">
      <w:start w:val="1"/>
      <w:numFmt w:val="decimal"/>
      <w:lvlText w:val="7-%1"/>
      <w:lvlJc w:val="left"/>
      <w:pPr>
        <w:ind w:left="57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298" w:hanging="360"/>
      </w:pPr>
    </w:lvl>
    <w:lvl w:ilvl="2" w:tplc="040C001B" w:tentative="1">
      <w:start w:val="1"/>
      <w:numFmt w:val="lowerRoman"/>
      <w:lvlText w:val="%3."/>
      <w:lvlJc w:val="right"/>
      <w:pPr>
        <w:ind w:left="2018" w:hanging="180"/>
      </w:pPr>
    </w:lvl>
    <w:lvl w:ilvl="3" w:tplc="040C000F" w:tentative="1">
      <w:start w:val="1"/>
      <w:numFmt w:val="decimal"/>
      <w:lvlText w:val="%4."/>
      <w:lvlJc w:val="left"/>
      <w:pPr>
        <w:ind w:left="2738" w:hanging="360"/>
      </w:pPr>
    </w:lvl>
    <w:lvl w:ilvl="4" w:tplc="040C0019" w:tentative="1">
      <w:start w:val="1"/>
      <w:numFmt w:val="lowerLetter"/>
      <w:lvlText w:val="%5."/>
      <w:lvlJc w:val="left"/>
      <w:pPr>
        <w:ind w:left="3458" w:hanging="360"/>
      </w:pPr>
    </w:lvl>
    <w:lvl w:ilvl="5" w:tplc="040C001B" w:tentative="1">
      <w:start w:val="1"/>
      <w:numFmt w:val="lowerRoman"/>
      <w:lvlText w:val="%6."/>
      <w:lvlJc w:val="right"/>
      <w:pPr>
        <w:ind w:left="4178" w:hanging="180"/>
      </w:pPr>
    </w:lvl>
    <w:lvl w:ilvl="6" w:tplc="040C000F" w:tentative="1">
      <w:start w:val="1"/>
      <w:numFmt w:val="decimal"/>
      <w:lvlText w:val="%7."/>
      <w:lvlJc w:val="left"/>
      <w:pPr>
        <w:ind w:left="4898" w:hanging="360"/>
      </w:pPr>
    </w:lvl>
    <w:lvl w:ilvl="7" w:tplc="040C0019" w:tentative="1">
      <w:start w:val="1"/>
      <w:numFmt w:val="lowerLetter"/>
      <w:lvlText w:val="%8."/>
      <w:lvlJc w:val="left"/>
      <w:pPr>
        <w:ind w:left="5618" w:hanging="360"/>
      </w:pPr>
    </w:lvl>
    <w:lvl w:ilvl="8" w:tplc="040C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1" w15:restartNumberingAfterBreak="0">
    <w:nsid w:val="2CE0479D"/>
    <w:multiLevelType w:val="hybridMultilevel"/>
    <w:tmpl w:val="2604C884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D5C4F5E"/>
    <w:multiLevelType w:val="hybridMultilevel"/>
    <w:tmpl w:val="3E48B08E"/>
    <w:lvl w:ilvl="0" w:tplc="75C45CAE">
      <w:numFmt w:val="bullet"/>
      <w:lvlText w:val="−"/>
      <w:lvlJc w:val="left"/>
      <w:pPr>
        <w:ind w:left="1069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3" w15:restartNumberingAfterBreak="0">
    <w:nsid w:val="3F9F7C1E"/>
    <w:multiLevelType w:val="hybridMultilevel"/>
    <w:tmpl w:val="96FCC5DA"/>
    <w:lvl w:ilvl="0" w:tplc="DC3C713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909282E"/>
    <w:multiLevelType w:val="hybridMultilevel"/>
    <w:tmpl w:val="32B0E8A4"/>
    <w:lvl w:ilvl="0" w:tplc="192AD760">
      <w:start w:val="1"/>
      <w:numFmt w:val="decimal"/>
      <w:lvlText w:val="6-1.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4D2054"/>
    <w:multiLevelType w:val="hybridMultilevel"/>
    <w:tmpl w:val="30D6E3F4"/>
    <w:lvl w:ilvl="0" w:tplc="87B4AA66">
      <w:start w:val="1"/>
      <w:numFmt w:val="decimal"/>
      <w:lvlText w:val="2-%1"/>
      <w:lvlJc w:val="left"/>
      <w:pPr>
        <w:ind w:left="57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298" w:hanging="360"/>
      </w:pPr>
    </w:lvl>
    <w:lvl w:ilvl="2" w:tplc="040C001B" w:tentative="1">
      <w:start w:val="1"/>
      <w:numFmt w:val="lowerRoman"/>
      <w:lvlText w:val="%3."/>
      <w:lvlJc w:val="right"/>
      <w:pPr>
        <w:ind w:left="2018" w:hanging="180"/>
      </w:pPr>
    </w:lvl>
    <w:lvl w:ilvl="3" w:tplc="040C000F" w:tentative="1">
      <w:start w:val="1"/>
      <w:numFmt w:val="decimal"/>
      <w:lvlText w:val="%4."/>
      <w:lvlJc w:val="left"/>
      <w:pPr>
        <w:ind w:left="2738" w:hanging="360"/>
      </w:pPr>
    </w:lvl>
    <w:lvl w:ilvl="4" w:tplc="040C0019" w:tentative="1">
      <w:start w:val="1"/>
      <w:numFmt w:val="lowerLetter"/>
      <w:lvlText w:val="%5."/>
      <w:lvlJc w:val="left"/>
      <w:pPr>
        <w:ind w:left="3458" w:hanging="360"/>
      </w:pPr>
    </w:lvl>
    <w:lvl w:ilvl="5" w:tplc="040C001B" w:tentative="1">
      <w:start w:val="1"/>
      <w:numFmt w:val="lowerRoman"/>
      <w:lvlText w:val="%6."/>
      <w:lvlJc w:val="right"/>
      <w:pPr>
        <w:ind w:left="4178" w:hanging="180"/>
      </w:pPr>
    </w:lvl>
    <w:lvl w:ilvl="6" w:tplc="040C000F" w:tentative="1">
      <w:start w:val="1"/>
      <w:numFmt w:val="decimal"/>
      <w:lvlText w:val="%7."/>
      <w:lvlJc w:val="left"/>
      <w:pPr>
        <w:ind w:left="4898" w:hanging="360"/>
      </w:pPr>
    </w:lvl>
    <w:lvl w:ilvl="7" w:tplc="040C0019" w:tentative="1">
      <w:start w:val="1"/>
      <w:numFmt w:val="lowerLetter"/>
      <w:lvlText w:val="%8."/>
      <w:lvlJc w:val="left"/>
      <w:pPr>
        <w:ind w:left="5618" w:hanging="360"/>
      </w:pPr>
    </w:lvl>
    <w:lvl w:ilvl="8" w:tplc="040C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6" w15:restartNumberingAfterBreak="0">
    <w:nsid w:val="4D4B70E9"/>
    <w:multiLevelType w:val="hybridMultilevel"/>
    <w:tmpl w:val="DE3AF0DA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545730E"/>
    <w:multiLevelType w:val="hybridMultilevel"/>
    <w:tmpl w:val="C97649EE"/>
    <w:lvl w:ilvl="0" w:tplc="AD760920">
      <w:start w:val="1"/>
      <w:numFmt w:val="decimal"/>
      <w:lvlText w:val="3-%1"/>
      <w:lvlJc w:val="left"/>
      <w:pPr>
        <w:ind w:left="57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298" w:hanging="360"/>
      </w:pPr>
    </w:lvl>
    <w:lvl w:ilvl="2" w:tplc="040C001B" w:tentative="1">
      <w:start w:val="1"/>
      <w:numFmt w:val="lowerRoman"/>
      <w:lvlText w:val="%3."/>
      <w:lvlJc w:val="right"/>
      <w:pPr>
        <w:ind w:left="2018" w:hanging="180"/>
      </w:pPr>
    </w:lvl>
    <w:lvl w:ilvl="3" w:tplc="040C000F" w:tentative="1">
      <w:start w:val="1"/>
      <w:numFmt w:val="decimal"/>
      <w:lvlText w:val="%4."/>
      <w:lvlJc w:val="left"/>
      <w:pPr>
        <w:ind w:left="2738" w:hanging="360"/>
      </w:pPr>
    </w:lvl>
    <w:lvl w:ilvl="4" w:tplc="040C0019" w:tentative="1">
      <w:start w:val="1"/>
      <w:numFmt w:val="lowerLetter"/>
      <w:lvlText w:val="%5."/>
      <w:lvlJc w:val="left"/>
      <w:pPr>
        <w:ind w:left="3458" w:hanging="360"/>
      </w:pPr>
    </w:lvl>
    <w:lvl w:ilvl="5" w:tplc="040C001B" w:tentative="1">
      <w:start w:val="1"/>
      <w:numFmt w:val="lowerRoman"/>
      <w:lvlText w:val="%6."/>
      <w:lvlJc w:val="right"/>
      <w:pPr>
        <w:ind w:left="4178" w:hanging="180"/>
      </w:pPr>
    </w:lvl>
    <w:lvl w:ilvl="6" w:tplc="040C000F" w:tentative="1">
      <w:start w:val="1"/>
      <w:numFmt w:val="decimal"/>
      <w:lvlText w:val="%7."/>
      <w:lvlJc w:val="left"/>
      <w:pPr>
        <w:ind w:left="4898" w:hanging="360"/>
      </w:pPr>
    </w:lvl>
    <w:lvl w:ilvl="7" w:tplc="040C0019" w:tentative="1">
      <w:start w:val="1"/>
      <w:numFmt w:val="lowerLetter"/>
      <w:lvlText w:val="%8."/>
      <w:lvlJc w:val="left"/>
      <w:pPr>
        <w:ind w:left="5618" w:hanging="360"/>
      </w:pPr>
    </w:lvl>
    <w:lvl w:ilvl="8" w:tplc="040C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5F27D3F"/>
    <w:multiLevelType w:val="hybridMultilevel"/>
    <w:tmpl w:val="69624946"/>
    <w:lvl w:ilvl="0" w:tplc="605AD3A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01C4CB8"/>
    <w:multiLevelType w:val="hybridMultilevel"/>
    <w:tmpl w:val="0CB83D4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69F3697"/>
    <w:multiLevelType w:val="hybridMultilevel"/>
    <w:tmpl w:val="78BAFC18"/>
    <w:lvl w:ilvl="0" w:tplc="EBB89688">
      <w:start w:val="1"/>
      <w:numFmt w:val="decimal"/>
      <w:lvlText w:val="6-%1"/>
      <w:lvlJc w:val="left"/>
      <w:pPr>
        <w:ind w:left="57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298" w:hanging="360"/>
      </w:pPr>
    </w:lvl>
    <w:lvl w:ilvl="2" w:tplc="040C001B" w:tentative="1">
      <w:start w:val="1"/>
      <w:numFmt w:val="lowerRoman"/>
      <w:lvlText w:val="%3."/>
      <w:lvlJc w:val="right"/>
      <w:pPr>
        <w:ind w:left="2018" w:hanging="180"/>
      </w:pPr>
    </w:lvl>
    <w:lvl w:ilvl="3" w:tplc="040C000F" w:tentative="1">
      <w:start w:val="1"/>
      <w:numFmt w:val="decimal"/>
      <w:lvlText w:val="%4."/>
      <w:lvlJc w:val="left"/>
      <w:pPr>
        <w:ind w:left="2738" w:hanging="360"/>
      </w:pPr>
    </w:lvl>
    <w:lvl w:ilvl="4" w:tplc="040C0019" w:tentative="1">
      <w:start w:val="1"/>
      <w:numFmt w:val="lowerLetter"/>
      <w:lvlText w:val="%5."/>
      <w:lvlJc w:val="left"/>
      <w:pPr>
        <w:ind w:left="3458" w:hanging="360"/>
      </w:pPr>
    </w:lvl>
    <w:lvl w:ilvl="5" w:tplc="040C001B" w:tentative="1">
      <w:start w:val="1"/>
      <w:numFmt w:val="lowerRoman"/>
      <w:lvlText w:val="%6."/>
      <w:lvlJc w:val="right"/>
      <w:pPr>
        <w:ind w:left="4178" w:hanging="180"/>
      </w:pPr>
    </w:lvl>
    <w:lvl w:ilvl="6" w:tplc="040C000F" w:tentative="1">
      <w:start w:val="1"/>
      <w:numFmt w:val="decimal"/>
      <w:lvlText w:val="%7."/>
      <w:lvlJc w:val="left"/>
      <w:pPr>
        <w:ind w:left="4898" w:hanging="360"/>
      </w:pPr>
    </w:lvl>
    <w:lvl w:ilvl="7" w:tplc="040C0019" w:tentative="1">
      <w:start w:val="1"/>
      <w:numFmt w:val="lowerLetter"/>
      <w:lvlText w:val="%8."/>
      <w:lvlJc w:val="left"/>
      <w:pPr>
        <w:ind w:left="5618" w:hanging="360"/>
      </w:pPr>
    </w:lvl>
    <w:lvl w:ilvl="8" w:tplc="040C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1" w15:restartNumberingAfterBreak="0">
    <w:nsid w:val="73031194"/>
    <w:multiLevelType w:val="hybridMultilevel"/>
    <w:tmpl w:val="DB0C043C"/>
    <w:lvl w:ilvl="0" w:tplc="5526F558">
      <w:start w:val="1"/>
      <w:numFmt w:val="decimal"/>
      <w:lvlText w:val="4-%1"/>
      <w:lvlJc w:val="left"/>
      <w:pPr>
        <w:ind w:left="57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298" w:hanging="360"/>
      </w:pPr>
    </w:lvl>
    <w:lvl w:ilvl="2" w:tplc="040C001B" w:tentative="1">
      <w:start w:val="1"/>
      <w:numFmt w:val="lowerRoman"/>
      <w:lvlText w:val="%3."/>
      <w:lvlJc w:val="right"/>
      <w:pPr>
        <w:ind w:left="2018" w:hanging="180"/>
      </w:pPr>
    </w:lvl>
    <w:lvl w:ilvl="3" w:tplc="040C000F" w:tentative="1">
      <w:start w:val="1"/>
      <w:numFmt w:val="decimal"/>
      <w:lvlText w:val="%4."/>
      <w:lvlJc w:val="left"/>
      <w:pPr>
        <w:ind w:left="2738" w:hanging="360"/>
      </w:pPr>
    </w:lvl>
    <w:lvl w:ilvl="4" w:tplc="040C0019" w:tentative="1">
      <w:start w:val="1"/>
      <w:numFmt w:val="lowerLetter"/>
      <w:lvlText w:val="%5."/>
      <w:lvlJc w:val="left"/>
      <w:pPr>
        <w:ind w:left="3458" w:hanging="360"/>
      </w:pPr>
    </w:lvl>
    <w:lvl w:ilvl="5" w:tplc="040C001B" w:tentative="1">
      <w:start w:val="1"/>
      <w:numFmt w:val="lowerRoman"/>
      <w:lvlText w:val="%6."/>
      <w:lvlJc w:val="right"/>
      <w:pPr>
        <w:ind w:left="4178" w:hanging="180"/>
      </w:pPr>
    </w:lvl>
    <w:lvl w:ilvl="6" w:tplc="040C000F" w:tentative="1">
      <w:start w:val="1"/>
      <w:numFmt w:val="decimal"/>
      <w:lvlText w:val="%7."/>
      <w:lvlJc w:val="left"/>
      <w:pPr>
        <w:ind w:left="4898" w:hanging="360"/>
      </w:pPr>
    </w:lvl>
    <w:lvl w:ilvl="7" w:tplc="040C0019" w:tentative="1">
      <w:start w:val="1"/>
      <w:numFmt w:val="lowerLetter"/>
      <w:lvlText w:val="%8."/>
      <w:lvlJc w:val="left"/>
      <w:pPr>
        <w:ind w:left="5618" w:hanging="360"/>
      </w:pPr>
    </w:lvl>
    <w:lvl w:ilvl="8" w:tplc="040C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2" w15:restartNumberingAfterBreak="0">
    <w:nsid w:val="73362814"/>
    <w:multiLevelType w:val="hybridMultilevel"/>
    <w:tmpl w:val="A31AAE1A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A1485C"/>
    <w:multiLevelType w:val="hybridMultilevel"/>
    <w:tmpl w:val="A6B86CBC"/>
    <w:lvl w:ilvl="0" w:tplc="936C33BC">
      <w:start w:val="1"/>
      <w:numFmt w:val="decimal"/>
      <w:lvlText w:val="6-3.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53715CF"/>
    <w:multiLevelType w:val="hybridMultilevel"/>
    <w:tmpl w:val="B9581D02"/>
    <w:lvl w:ilvl="0" w:tplc="040C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9"/>
  </w:num>
  <w:num w:numId="3">
    <w:abstractNumId w:val="11"/>
  </w:num>
  <w:num w:numId="4">
    <w:abstractNumId w:val="3"/>
  </w:num>
  <w:num w:numId="5">
    <w:abstractNumId w:val="15"/>
  </w:num>
  <w:num w:numId="6">
    <w:abstractNumId w:val="17"/>
  </w:num>
  <w:num w:numId="7">
    <w:abstractNumId w:val="21"/>
  </w:num>
  <w:num w:numId="8">
    <w:abstractNumId w:val="2"/>
  </w:num>
  <w:num w:numId="9">
    <w:abstractNumId w:val="18"/>
  </w:num>
  <w:num w:numId="10">
    <w:abstractNumId w:val="20"/>
  </w:num>
  <w:num w:numId="11">
    <w:abstractNumId w:val="10"/>
  </w:num>
  <w:num w:numId="12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992" w:hanging="283"/>
        </w:pPr>
        <w:rPr>
          <w:rFonts w:ascii="Symbol" w:hAnsi="Symbol" w:hint="default"/>
        </w:rPr>
      </w:lvl>
    </w:lvlOverride>
  </w:num>
  <w:num w:numId="13">
    <w:abstractNumId w:val="22"/>
  </w:num>
  <w:num w:numId="14">
    <w:abstractNumId w:val="13"/>
  </w:num>
  <w:num w:numId="15">
    <w:abstractNumId w:val="5"/>
  </w:num>
  <w:num w:numId="16">
    <w:abstractNumId w:val="19"/>
  </w:num>
  <w:num w:numId="17">
    <w:abstractNumId w:val="14"/>
  </w:num>
  <w:num w:numId="18">
    <w:abstractNumId w:val="1"/>
  </w:num>
  <w:num w:numId="19">
    <w:abstractNumId w:val="23"/>
  </w:num>
  <w:num w:numId="20">
    <w:abstractNumId w:val="7"/>
  </w:num>
  <w:num w:numId="21">
    <w:abstractNumId w:val="16"/>
  </w:num>
  <w:num w:numId="22">
    <w:abstractNumId w:val="24"/>
  </w:num>
  <w:num w:numId="23">
    <w:abstractNumId w:val="12"/>
  </w:num>
  <w:num w:numId="24">
    <w:abstractNumId w:val="6"/>
  </w:num>
  <w:num w:numId="25">
    <w:abstractNumId w:val="8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fr-FR" w:vendorID="9" w:dllVersion="512" w:checkStyle="1"/>
  <w:activeWritingStyle w:appName="MSWord" w:lang="nl-NL" w:vendorID="1" w:dllVersion="512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>
      <o:colormru v:ext="edit" colors="#777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272D7"/>
    <w:rsid w:val="00000DF7"/>
    <w:rsid w:val="00000FC1"/>
    <w:rsid w:val="00002ECD"/>
    <w:rsid w:val="00005055"/>
    <w:rsid w:val="00007BF7"/>
    <w:rsid w:val="0001520C"/>
    <w:rsid w:val="00016EE4"/>
    <w:rsid w:val="00024FB6"/>
    <w:rsid w:val="00025EC3"/>
    <w:rsid w:val="00026FC5"/>
    <w:rsid w:val="00031D54"/>
    <w:rsid w:val="0004305F"/>
    <w:rsid w:val="00044CA9"/>
    <w:rsid w:val="0004502E"/>
    <w:rsid w:val="00045222"/>
    <w:rsid w:val="0005027E"/>
    <w:rsid w:val="0005109A"/>
    <w:rsid w:val="00051451"/>
    <w:rsid w:val="0005354E"/>
    <w:rsid w:val="000602BB"/>
    <w:rsid w:val="00062622"/>
    <w:rsid w:val="00062CF8"/>
    <w:rsid w:val="00064239"/>
    <w:rsid w:val="000677D1"/>
    <w:rsid w:val="00074BCA"/>
    <w:rsid w:val="00075EE2"/>
    <w:rsid w:val="00076E4C"/>
    <w:rsid w:val="00082470"/>
    <w:rsid w:val="0008762B"/>
    <w:rsid w:val="00090BBC"/>
    <w:rsid w:val="000930C3"/>
    <w:rsid w:val="00095B67"/>
    <w:rsid w:val="000A003E"/>
    <w:rsid w:val="000A7410"/>
    <w:rsid w:val="000A7C6D"/>
    <w:rsid w:val="000A7CDC"/>
    <w:rsid w:val="000B3044"/>
    <w:rsid w:val="000B516B"/>
    <w:rsid w:val="000B75E5"/>
    <w:rsid w:val="000C181F"/>
    <w:rsid w:val="000C3FD0"/>
    <w:rsid w:val="000C5729"/>
    <w:rsid w:val="000D0199"/>
    <w:rsid w:val="000D0D71"/>
    <w:rsid w:val="000D148F"/>
    <w:rsid w:val="000D1ED7"/>
    <w:rsid w:val="000D238D"/>
    <w:rsid w:val="000D4504"/>
    <w:rsid w:val="000D6AA5"/>
    <w:rsid w:val="000E309D"/>
    <w:rsid w:val="000E4C4B"/>
    <w:rsid w:val="000F3C8E"/>
    <w:rsid w:val="000F4216"/>
    <w:rsid w:val="00102E54"/>
    <w:rsid w:val="001043D5"/>
    <w:rsid w:val="00104A18"/>
    <w:rsid w:val="00107226"/>
    <w:rsid w:val="0011240F"/>
    <w:rsid w:val="0011562F"/>
    <w:rsid w:val="001212F0"/>
    <w:rsid w:val="001222A8"/>
    <w:rsid w:val="00125CF4"/>
    <w:rsid w:val="00130069"/>
    <w:rsid w:val="00130E30"/>
    <w:rsid w:val="00132C70"/>
    <w:rsid w:val="00134617"/>
    <w:rsid w:val="001346BD"/>
    <w:rsid w:val="00137344"/>
    <w:rsid w:val="00140E89"/>
    <w:rsid w:val="00144FB4"/>
    <w:rsid w:val="0014510E"/>
    <w:rsid w:val="00145933"/>
    <w:rsid w:val="00145F6F"/>
    <w:rsid w:val="00146236"/>
    <w:rsid w:val="00146E39"/>
    <w:rsid w:val="001479AF"/>
    <w:rsid w:val="0015242E"/>
    <w:rsid w:val="001568A3"/>
    <w:rsid w:val="00160AD5"/>
    <w:rsid w:val="00161A54"/>
    <w:rsid w:val="00161CA1"/>
    <w:rsid w:val="00163917"/>
    <w:rsid w:val="001641B9"/>
    <w:rsid w:val="00164F6B"/>
    <w:rsid w:val="0016796B"/>
    <w:rsid w:val="00171FD5"/>
    <w:rsid w:val="00176BF5"/>
    <w:rsid w:val="00183A9D"/>
    <w:rsid w:val="00185A11"/>
    <w:rsid w:val="00192F35"/>
    <w:rsid w:val="0019396B"/>
    <w:rsid w:val="00197301"/>
    <w:rsid w:val="00197631"/>
    <w:rsid w:val="001A0A8A"/>
    <w:rsid w:val="001A17E7"/>
    <w:rsid w:val="001A1B23"/>
    <w:rsid w:val="001A27ED"/>
    <w:rsid w:val="001A5270"/>
    <w:rsid w:val="001B054C"/>
    <w:rsid w:val="001B30EC"/>
    <w:rsid w:val="001B464F"/>
    <w:rsid w:val="001B53DA"/>
    <w:rsid w:val="001B5693"/>
    <w:rsid w:val="001B571B"/>
    <w:rsid w:val="001C07FB"/>
    <w:rsid w:val="001C1D8A"/>
    <w:rsid w:val="001C3DE6"/>
    <w:rsid w:val="001C4912"/>
    <w:rsid w:val="001C78EC"/>
    <w:rsid w:val="001D0828"/>
    <w:rsid w:val="001D1C36"/>
    <w:rsid w:val="001D2047"/>
    <w:rsid w:val="001D30B6"/>
    <w:rsid w:val="001D3981"/>
    <w:rsid w:val="001D3D58"/>
    <w:rsid w:val="001D44BD"/>
    <w:rsid w:val="001D53C5"/>
    <w:rsid w:val="001D68F9"/>
    <w:rsid w:val="001E159D"/>
    <w:rsid w:val="001F14C8"/>
    <w:rsid w:val="001F53EF"/>
    <w:rsid w:val="002031D8"/>
    <w:rsid w:val="00203C00"/>
    <w:rsid w:val="00204FFA"/>
    <w:rsid w:val="00210047"/>
    <w:rsid w:val="00211346"/>
    <w:rsid w:val="00211EA3"/>
    <w:rsid w:val="00216E0F"/>
    <w:rsid w:val="002173C6"/>
    <w:rsid w:val="00217BB8"/>
    <w:rsid w:val="00217F9F"/>
    <w:rsid w:val="0022331B"/>
    <w:rsid w:val="00225CDA"/>
    <w:rsid w:val="00231567"/>
    <w:rsid w:val="00234E57"/>
    <w:rsid w:val="002405E8"/>
    <w:rsid w:val="00243AB9"/>
    <w:rsid w:val="00245B0D"/>
    <w:rsid w:val="00246CF5"/>
    <w:rsid w:val="00250868"/>
    <w:rsid w:val="00252640"/>
    <w:rsid w:val="00253F75"/>
    <w:rsid w:val="00253FDE"/>
    <w:rsid w:val="00272618"/>
    <w:rsid w:val="00274C51"/>
    <w:rsid w:val="00274C52"/>
    <w:rsid w:val="00275F4B"/>
    <w:rsid w:val="00277383"/>
    <w:rsid w:val="00280396"/>
    <w:rsid w:val="002809BC"/>
    <w:rsid w:val="0028447D"/>
    <w:rsid w:val="002945A6"/>
    <w:rsid w:val="00295687"/>
    <w:rsid w:val="002A18D0"/>
    <w:rsid w:val="002A26AC"/>
    <w:rsid w:val="002A59D2"/>
    <w:rsid w:val="002A6642"/>
    <w:rsid w:val="002A7485"/>
    <w:rsid w:val="002B2F20"/>
    <w:rsid w:val="002B3170"/>
    <w:rsid w:val="002B46C5"/>
    <w:rsid w:val="002B4B6C"/>
    <w:rsid w:val="002C2790"/>
    <w:rsid w:val="002C4DF6"/>
    <w:rsid w:val="002C58EE"/>
    <w:rsid w:val="002C7C04"/>
    <w:rsid w:val="002D0A22"/>
    <w:rsid w:val="002D2E1C"/>
    <w:rsid w:val="002D30D7"/>
    <w:rsid w:val="002D5CA7"/>
    <w:rsid w:val="002D5EA1"/>
    <w:rsid w:val="002D6791"/>
    <w:rsid w:val="002E2A26"/>
    <w:rsid w:val="002F0E31"/>
    <w:rsid w:val="002F1566"/>
    <w:rsid w:val="002F5A83"/>
    <w:rsid w:val="002F7184"/>
    <w:rsid w:val="00301B30"/>
    <w:rsid w:val="00302DD4"/>
    <w:rsid w:val="00304162"/>
    <w:rsid w:val="00304D40"/>
    <w:rsid w:val="003065B9"/>
    <w:rsid w:val="00311C07"/>
    <w:rsid w:val="00312764"/>
    <w:rsid w:val="00315AC5"/>
    <w:rsid w:val="0031691D"/>
    <w:rsid w:val="00316D24"/>
    <w:rsid w:val="00317BAA"/>
    <w:rsid w:val="00317EBA"/>
    <w:rsid w:val="00323E76"/>
    <w:rsid w:val="0032590F"/>
    <w:rsid w:val="00326477"/>
    <w:rsid w:val="00330D9D"/>
    <w:rsid w:val="00334022"/>
    <w:rsid w:val="00335282"/>
    <w:rsid w:val="00335471"/>
    <w:rsid w:val="00336F2F"/>
    <w:rsid w:val="003408FB"/>
    <w:rsid w:val="00341E15"/>
    <w:rsid w:val="00345506"/>
    <w:rsid w:val="0034650B"/>
    <w:rsid w:val="00347B8F"/>
    <w:rsid w:val="00347E63"/>
    <w:rsid w:val="00351674"/>
    <w:rsid w:val="00353DF6"/>
    <w:rsid w:val="00355123"/>
    <w:rsid w:val="00355442"/>
    <w:rsid w:val="003639F9"/>
    <w:rsid w:val="00367B7F"/>
    <w:rsid w:val="00371319"/>
    <w:rsid w:val="00371807"/>
    <w:rsid w:val="003724D1"/>
    <w:rsid w:val="00374E54"/>
    <w:rsid w:val="0038169E"/>
    <w:rsid w:val="003819A2"/>
    <w:rsid w:val="00382C7F"/>
    <w:rsid w:val="0038318D"/>
    <w:rsid w:val="003924D5"/>
    <w:rsid w:val="00393EB0"/>
    <w:rsid w:val="0039746D"/>
    <w:rsid w:val="003A05B4"/>
    <w:rsid w:val="003A229D"/>
    <w:rsid w:val="003A22AA"/>
    <w:rsid w:val="003A6182"/>
    <w:rsid w:val="003B0193"/>
    <w:rsid w:val="003B31A3"/>
    <w:rsid w:val="003B489E"/>
    <w:rsid w:val="003B6FFB"/>
    <w:rsid w:val="003C3542"/>
    <w:rsid w:val="003C448C"/>
    <w:rsid w:val="003C480A"/>
    <w:rsid w:val="003C5152"/>
    <w:rsid w:val="003C7035"/>
    <w:rsid w:val="003C7493"/>
    <w:rsid w:val="003D6AD3"/>
    <w:rsid w:val="003E0667"/>
    <w:rsid w:val="003E08E0"/>
    <w:rsid w:val="003E36FC"/>
    <w:rsid w:val="003E439B"/>
    <w:rsid w:val="003E6DB6"/>
    <w:rsid w:val="003F150C"/>
    <w:rsid w:val="003F5D41"/>
    <w:rsid w:val="00402279"/>
    <w:rsid w:val="004025B5"/>
    <w:rsid w:val="00404670"/>
    <w:rsid w:val="00407C59"/>
    <w:rsid w:val="00414F80"/>
    <w:rsid w:val="00415646"/>
    <w:rsid w:val="00417470"/>
    <w:rsid w:val="00421DF4"/>
    <w:rsid w:val="0042533B"/>
    <w:rsid w:val="004260F6"/>
    <w:rsid w:val="00427A1C"/>
    <w:rsid w:val="00427D3F"/>
    <w:rsid w:val="00433CF1"/>
    <w:rsid w:val="004405B7"/>
    <w:rsid w:val="004418D4"/>
    <w:rsid w:val="00446A09"/>
    <w:rsid w:val="004477E9"/>
    <w:rsid w:val="00450503"/>
    <w:rsid w:val="00454D93"/>
    <w:rsid w:val="00456496"/>
    <w:rsid w:val="00460E5A"/>
    <w:rsid w:val="004650C5"/>
    <w:rsid w:val="00466DBE"/>
    <w:rsid w:val="0047160E"/>
    <w:rsid w:val="004716E4"/>
    <w:rsid w:val="004717D8"/>
    <w:rsid w:val="00471C6B"/>
    <w:rsid w:val="0047211C"/>
    <w:rsid w:val="00474305"/>
    <w:rsid w:val="00476441"/>
    <w:rsid w:val="0047794F"/>
    <w:rsid w:val="004808BB"/>
    <w:rsid w:val="004860C3"/>
    <w:rsid w:val="00486F7F"/>
    <w:rsid w:val="00490D5B"/>
    <w:rsid w:val="00490DE1"/>
    <w:rsid w:val="00491240"/>
    <w:rsid w:val="004918CF"/>
    <w:rsid w:val="0049476F"/>
    <w:rsid w:val="004A723F"/>
    <w:rsid w:val="004B1384"/>
    <w:rsid w:val="004B1622"/>
    <w:rsid w:val="004B1C3B"/>
    <w:rsid w:val="004B2779"/>
    <w:rsid w:val="004B47C5"/>
    <w:rsid w:val="004B49B9"/>
    <w:rsid w:val="004B5860"/>
    <w:rsid w:val="004B6D58"/>
    <w:rsid w:val="004B789D"/>
    <w:rsid w:val="004C1CB8"/>
    <w:rsid w:val="004C3EE9"/>
    <w:rsid w:val="004C7708"/>
    <w:rsid w:val="004D405E"/>
    <w:rsid w:val="004D44CE"/>
    <w:rsid w:val="004E34C3"/>
    <w:rsid w:val="004E51BE"/>
    <w:rsid w:val="004E7087"/>
    <w:rsid w:val="004F1280"/>
    <w:rsid w:val="004F298F"/>
    <w:rsid w:val="004F381E"/>
    <w:rsid w:val="004F3891"/>
    <w:rsid w:val="004F3C33"/>
    <w:rsid w:val="004F428A"/>
    <w:rsid w:val="004F5543"/>
    <w:rsid w:val="004F5744"/>
    <w:rsid w:val="004F6E11"/>
    <w:rsid w:val="00502C20"/>
    <w:rsid w:val="00502C54"/>
    <w:rsid w:val="005030BF"/>
    <w:rsid w:val="00512089"/>
    <w:rsid w:val="0052359B"/>
    <w:rsid w:val="00523C8E"/>
    <w:rsid w:val="00527E9A"/>
    <w:rsid w:val="00532811"/>
    <w:rsid w:val="00533AA4"/>
    <w:rsid w:val="00533D26"/>
    <w:rsid w:val="00533F9B"/>
    <w:rsid w:val="00534305"/>
    <w:rsid w:val="005370EC"/>
    <w:rsid w:val="0054031E"/>
    <w:rsid w:val="0054215D"/>
    <w:rsid w:val="00542C0B"/>
    <w:rsid w:val="00542C22"/>
    <w:rsid w:val="005435F5"/>
    <w:rsid w:val="005506FD"/>
    <w:rsid w:val="005512DA"/>
    <w:rsid w:val="00551AE7"/>
    <w:rsid w:val="00551D20"/>
    <w:rsid w:val="0055373A"/>
    <w:rsid w:val="005543BD"/>
    <w:rsid w:val="00554DE3"/>
    <w:rsid w:val="00557992"/>
    <w:rsid w:val="005658FA"/>
    <w:rsid w:val="005665FE"/>
    <w:rsid w:val="005721E0"/>
    <w:rsid w:val="00572E2D"/>
    <w:rsid w:val="0057424D"/>
    <w:rsid w:val="00580836"/>
    <w:rsid w:val="00593677"/>
    <w:rsid w:val="00594FD7"/>
    <w:rsid w:val="00595CB2"/>
    <w:rsid w:val="005A5920"/>
    <w:rsid w:val="005A5D41"/>
    <w:rsid w:val="005A77AA"/>
    <w:rsid w:val="005B0FAD"/>
    <w:rsid w:val="005B3A2A"/>
    <w:rsid w:val="005B3F69"/>
    <w:rsid w:val="005B577C"/>
    <w:rsid w:val="005B581B"/>
    <w:rsid w:val="005B61F3"/>
    <w:rsid w:val="005C1427"/>
    <w:rsid w:val="005C1929"/>
    <w:rsid w:val="005C3FB3"/>
    <w:rsid w:val="005C6AD0"/>
    <w:rsid w:val="005D156E"/>
    <w:rsid w:val="005D2026"/>
    <w:rsid w:val="005D26AA"/>
    <w:rsid w:val="005D2788"/>
    <w:rsid w:val="005D7CA8"/>
    <w:rsid w:val="005D7E22"/>
    <w:rsid w:val="005E1442"/>
    <w:rsid w:val="005E209B"/>
    <w:rsid w:val="005E29F8"/>
    <w:rsid w:val="005E2CCD"/>
    <w:rsid w:val="005E3318"/>
    <w:rsid w:val="005E6B55"/>
    <w:rsid w:val="005E771B"/>
    <w:rsid w:val="005F01FD"/>
    <w:rsid w:val="005F1711"/>
    <w:rsid w:val="005F34F3"/>
    <w:rsid w:val="005F3C03"/>
    <w:rsid w:val="005F3D8A"/>
    <w:rsid w:val="005F7007"/>
    <w:rsid w:val="005F799C"/>
    <w:rsid w:val="00603336"/>
    <w:rsid w:val="0061085B"/>
    <w:rsid w:val="006120CB"/>
    <w:rsid w:val="00614EE3"/>
    <w:rsid w:val="0062057C"/>
    <w:rsid w:val="0062547C"/>
    <w:rsid w:val="00625DB5"/>
    <w:rsid w:val="00626CA7"/>
    <w:rsid w:val="0062769F"/>
    <w:rsid w:val="00630E2C"/>
    <w:rsid w:val="00635211"/>
    <w:rsid w:val="00635DBD"/>
    <w:rsid w:val="006405B2"/>
    <w:rsid w:val="0064103E"/>
    <w:rsid w:val="00643BC9"/>
    <w:rsid w:val="00643D40"/>
    <w:rsid w:val="00647610"/>
    <w:rsid w:val="0064775C"/>
    <w:rsid w:val="006523B1"/>
    <w:rsid w:val="0065449F"/>
    <w:rsid w:val="00654CAC"/>
    <w:rsid w:val="006552DB"/>
    <w:rsid w:val="00662099"/>
    <w:rsid w:val="00663BF9"/>
    <w:rsid w:val="00663CF0"/>
    <w:rsid w:val="00665AB6"/>
    <w:rsid w:val="006724F1"/>
    <w:rsid w:val="00673CDC"/>
    <w:rsid w:val="00680803"/>
    <w:rsid w:val="006825BB"/>
    <w:rsid w:val="00686987"/>
    <w:rsid w:val="006877BE"/>
    <w:rsid w:val="0069591F"/>
    <w:rsid w:val="006A0511"/>
    <w:rsid w:val="006A7435"/>
    <w:rsid w:val="006A7F10"/>
    <w:rsid w:val="006B241C"/>
    <w:rsid w:val="006B4ED4"/>
    <w:rsid w:val="006B5A7F"/>
    <w:rsid w:val="006B5D98"/>
    <w:rsid w:val="006C0F8B"/>
    <w:rsid w:val="006C3ECE"/>
    <w:rsid w:val="006C6907"/>
    <w:rsid w:val="006C6D42"/>
    <w:rsid w:val="006C78DF"/>
    <w:rsid w:val="006D11C5"/>
    <w:rsid w:val="006D141E"/>
    <w:rsid w:val="006D1D4D"/>
    <w:rsid w:val="006D24F6"/>
    <w:rsid w:val="006D4A95"/>
    <w:rsid w:val="006D7949"/>
    <w:rsid w:val="006E7B15"/>
    <w:rsid w:val="006F6392"/>
    <w:rsid w:val="00700BB1"/>
    <w:rsid w:val="0070593C"/>
    <w:rsid w:val="00705C2B"/>
    <w:rsid w:val="00706F1A"/>
    <w:rsid w:val="0071195B"/>
    <w:rsid w:val="007131E9"/>
    <w:rsid w:val="0071389A"/>
    <w:rsid w:val="00715A77"/>
    <w:rsid w:val="00717DD3"/>
    <w:rsid w:val="00722441"/>
    <w:rsid w:val="0072361A"/>
    <w:rsid w:val="007274BB"/>
    <w:rsid w:val="00730886"/>
    <w:rsid w:val="00730C93"/>
    <w:rsid w:val="00730F3F"/>
    <w:rsid w:val="0073257C"/>
    <w:rsid w:val="007332C9"/>
    <w:rsid w:val="007342C7"/>
    <w:rsid w:val="00741A12"/>
    <w:rsid w:val="00745544"/>
    <w:rsid w:val="00746AC8"/>
    <w:rsid w:val="0075078C"/>
    <w:rsid w:val="00753884"/>
    <w:rsid w:val="00760352"/>
    <w:rsid w:val="007658C7"/>
    <w:rsid w:val="00766E19"/>
    <w:rsid w:val="00770042"/>
    <w:rsid w:val="00770FEE"/>
    <w:rsid w:val="00772192"/>
    <w:rsid w:val="00773B08"/>
    <w:rsid w:val="00773C8C"/>
    <w:rsid w:val="007802ED"/>
    <w:rsid w:val="00780CE4"/>
    <w:rsid w:val="00781219"/>
    <w:rsid w:val="007834D4"/>
    <w:rsid w:val="00785406"/>
    <w:rsid w:val="00786DAC"/>
    <w:rsid w:val="007929A0"/>
    <w:rsid w:val="00792CF4"/>
    <w:rsid w:val="0079348D"/>
    <w:rsid w:val="00793CAB"/>
    <w:rsid w:val="00794354"/>
    <w:rsid w:val="007966CF"/>
    <w:rsid w:val="007A0C01"/>
    <w:rsid w:val="007A126A"/>
    <w:rsid w:val="007A4939"/>
    <w:rsid w:val="007B1506"/>
    <w:rsid w:val="007B442E"/>
    <w:rsid w:val="007B5A94"/>
    <w:rsid w:val="007C0D36"/>
    <w:rsid w:val="007C1B44"/>
    <w:rsid w:val="007C3BBA"/>
    <w:rsid w:val="007C580A"/>
    <w:rsid w:val="007C6D78"/>
    <w:rsid w:val="007D0032"/>
    <w:rsid w:val="007D1213"/>
    <w:rsid w:val="007D2016"/>
    <w:rsid w:val="007D22ED"/>
    <w:rsid w:val="007D36E5"/>
    <w:rsid w:val="007E48CF"/>
    <w:rsid w:val="007E71FB"/>
    <w:rsid w:val="007E7521"/>
    <w:rsid w:val="007F4F05"/>
    <w:rsid w:val="007F7E82"/>
    <w:rsid w:val="00807359"/>
    <w:rsid w:val="008109CE"/>
    <w:rsid w:val="0081502B"/>
    <w:rsid w:val="00816101"/>
    <w:rsid w:val="00816AC4"/>
    <w:rsid w:val="00817052"/>
    <w:rsid w:val="008228E6"/>
    <w:rsid w:val="00823C38"/>
    <w:rsid w:val="00825369"/>
    <w:rsid w:val="00825DB1"/>
    <w:rsid w:val="00827E40"/>
    <w:rsid w:val="00830B43"/>
    <w:rsid w:val="008328EB"/>
    <w:rsid w:val="00833E16"/>
    <w:rsid w:val="00835740"/>
    <w:rsid w:val="00836429"/>
    <w:rsid w:val="008442C8"/>
    <w:rsid w:val="008452E0"/>
    <w:rsid w:val="00847FA9"/>
    <w:rsid w:val="00851B0E"/>
    <w:rsid w:val="008550C5"/>
    <w:rsid w:val="00857CB0"/>
    <w:rsid w:val="00860458"/>
    <w:rsid w:val="008609EE"/>
    <w:rsid w:val="00860F8F"/>
    <w:rsid w:val="00865731"/>
    <w:rsid w:val="00866083"/>
    <w:rsid w:val="008675E6"/>
    <w:rsid w:val="00867D54"/>
    <w:rsid w:val="0087107F"/>
    <w:rsid w:val="00875D73"/>
    <w:rsid w:val="00877E88"/>
    <w:rsid w:val="00880B91"/>
    <w:rsid w:val="00880DAD"/>
    <w:rsid w:val="00882DD9"/>
    <w:rsid w:val="00891510"/>
    <w:rsid w:val="00895F07"/>
    <w:rsid w:val="00897E36"/>
    <w:rsid w:val="008A42C3"/>
    <w:rsid w:val="008A533D"/>
    <w:rsid w:val="008A7B2D"/>
    <w:rsid w:val="008B0144"/>
    <w:rsid w:val="008B0E01"/>
    <w:rsid w:val="008B595D"/>
    <w:rsid w:val="008B6196"/>
    <w:rsid w:val="008C09A0"/>
    <w:rsid w:val="008C3934"/>
    <w:rsid w:val="008C3DAF"/>
    <w:rsid w:val="008C4676"/>
    <w:rsid w:val="008C5842"/>
    <w:rsid w:val="008C6718"/>
    <w:rsid w:val="008D28FD"/>
    <w:rsid w:val="008D674F"/>
    <w:rsid w:val="008D76C0"/>
    <w:rsid w:val="008E45FB"/>
    <w:rsid w:val="008E5B91"/>
    <w:rsid w:val="008E5CC3"/>
    <w:rsid w:val="008F1D11"/>
    <w:rsid w:val="0090531D"/>
    <w:rsid w:val="00905C93"/>
    <w:rsid w:val="009113F3"/>
    <w:rsid w:val="009118D8"/>
    <w:rsid w:val="009176C4"/>
    <w:rsid w:val="0092091D"/>
    <w:rsid w:val="0092314E"/>
    <w:rsid w:val="00923B6D"/>
    <w:rsid w:val="0092596A"/>
    <w:rsid w:val="00931CE7"/>
    <w:rsid w:val="009362C7"/>
    <w:rsid w:val="00936717"/>
    <w:rsid w:val="00940A11"/>
    <w:rsid w:val="00946AEE"/>
    <w:rsid w:val="009473CF"/>
    <w:rsid w:val="0095002A"/>
    <w:rsid w:val="00950CC8"/>
    <w:rsid w:val="00954F97"/>
    <w:rsid w:val="00957154"/>
    <w:rsid w:val="009600B1"/>
    <w:rsid w:val="009605B0"/>
    <w:rsid w:val="009611D5"/>
    <w:rsid w:val="00967F2E"/>
    <w:rsid w:val="009734AC"/>
    <w:rsid w:val="00983845"/>
    <w:rsid w:val="0098479E"/>
    <w:rsid w:val="009930EC"/>
    <w:rsid w:val="00996A3D"/>
    <w:rsid w:val="009973FC"/>
    <w:rsid w:val="00997D0D"/>
    <w:rsid w:val="009A3C15"/>
    <w:rsid w:val="009B5141"/>
    <w:rsid w:val="009B5B56"/>
    <w:rsid w:val="009B757D"/>
    <w:rsid w:val="009C0414"/>
    <w:rsid w:val="009C09FE"/>
    <w:rsid w:val="009C1076"/>
    <w:rsid w:val="009C148D"/>
    <w:rsid w:val="009C17C6"/>
    <w:rsid w:val="009C39F7"/>
    <w:rsid w:val="009C7F9C"/>
    <w:rsid w:val="009D023D"/>
    <w:rsid w:val="009D1B3B"/>
    <w:rsid w:val="009D3D5A"/>
    <w:rsid w:val="009D6144"/>
    <w:rsid w:val="009D6982"/>
    <w:rsid w:val="009D7326"/>
    <w:rsid w:val="009E049E"/>
    <w:rsid w:val="009E0CFA"/>
    <w:rsid w:val="009E10F0"/>
    <w:rsid w:val="009E3B23"/>
    <w:rsid w:val="009F0CAD"/>
    <w:rsid w:val="009F1199"/>
    <w:rsid w:val="009F18A2"/>
    <w:rsid w:val="009F25AC"/>
    <w:rsid w:val="009F287A"/>
    <w:rsid w:val="009F73F2"/>
    <w:rsid w:val="009F7C7F"/>
    <w:rsid w:val="00A00647"/>
    <w:rsid w:val="00A00A2A"/>
    <w:rsid w:val="00A01BA5"/>
    <w:rsid w:val="00A03858"/>
    <w:rsid w:val="00A07798"/>
    <w:rsid w:val="00A11896"/>
    <w:rsid w:val="00A11C69"/>
    <w:rsid w:val="00A1561C"/>
    <w:rsid w:val="00A23E38"/>
    <w:rsid w:val="00A2710E"/>
    <w:rsid w:val="00A32138"/>
    <w:rsid w:val="00A33B78"/>
    <w:rsid w:val="00A36FF5"/>
    <w:rsid w:val="00A429B3"/>
    <w:rsid w:val="00A45CE8"/>
    <w:rsid w:val="00A46AA4"/>
    <w:rsid w:val="00A46FC9"/>
    <w:rsid w:val="00A51F44"/>
    <w:rsid w:val="00A5214E"/>
    <w:rsid w:val="00A53409"/>
    <w:rsid w:val="00A5366A"/>
    <w:rsid w:val="00A55B2E"/>
    <w:rsid w:val="00A562FC"/>
    <w:rsid w:val="00A5703C"/>
    <w:rsid w:val="00A61E03"/>
    <w:rsid w:val="00A64B77"/>
    <w:rsid w:val="00A667C9"/>
    <w:rsid w:val="00A70440"/>
    <w:rsid w:val="00A710D1"/>
    <w:rsid w:val="00A71453"/>
    <w:rsid w:val="00A73E86"/>
    <w:rsid w:val="00A80820"/>
    <w:rsid w:val="00A83682"/>
    <w:rsid w:val="00A83FDD"/>
    <w:rsid w:val="00A878F0"/>
    <w:rsid w:val="00A91FEA"/>
    <w:rsid w:val="00AA2D8C"/>
    <w:rsid w:val="00AA3F6D"/>
    <w:rsid w:val="00AA5165"/>
    <w:rsid w:val="00AA5942"/>
    <w:rsid w:val="00AB09F8"/>
    <w:rsid w:val="00AB4B70"/>
    <w:rsid w:val="00AB69A1"/>
    <w:rsid w:val="00AB72B5"/>
    <w:rsid w:val="00AC1465"/>
    <w:rsid w:val="00AC42BC"/>
    <w:rsid w:val="00AD1583"/>
    <w:rsid w:val="00AD24D3"/>
    <w:rsid w:val="00AD5D4A"/>
    <w:rsid w:val="00AD7FBD"/>
    <w:rsid w:val="00AE0248"/>
    <w:rsid w:val="00AE03A8"/>
    <w:rsid w:val="00AE2E59"/>
    <w:rsid w:val="00AE4B91"/>
    <w:rsid w:val="00AF0D88"/>
    <w:rsid w:val="00AF28F6"/>
    <w:rsid w:val="00AF3C95"/>
    <w:rsid w:val="00AF4DCD"/>
    <w:rsid w:val="00AF60A0"/>
    <w:rsid w:val="00AF7850"/>
    <w:rsid w:val="00B0000F"/>
    <w:rsid w:val="00B00D7F"/>
    <w:rsid w:val="00B05D9F"/>
    <w:rsid w:val="00B11DE7"/>
    <w:rsid w:val="00B135AE"/>
    <w:rsid w:val="00B15181"/>
    <w:rsid w:val="00B15847"/>
    <w:rsid w:val="00B161EA"/>
    <w:rsid w:val="00B17A32"/>
    <w:rsid w:val="00B22631"/>
    <w:rsid w:val="00B3425A"/>
    <w:rsid w:val="00B37DC2"/>
    <w:rsid w:val="00B40304"/>
    <w:rsid w:val="00B42568"/>
    <w:rsid w:val="00B44D0B"/>
    <w:rsid w:val="00B46AA8"/>
    <w:rsid w:val="00B5184A"/>
    <w:rsid w:val="00B54A95"/>
    <w:rsid w:val="00B552BB"/>
    <w:rsid w:val="00B560BB"/>
    <w:rsid w:val="00B56C7B"/>
    <w:rsid w:val="00B576E5"/>
    <w:rsid w:val="00B602B1"/>
    <w:rsid w:val="00B6528B"/>
    <w:rsid w:val="00B66344"/>
    <w:rsid w:val="00B66823"/>
    <w:rsid w:val="00B67E5D"/>
    <w:rsid w:val="00B7251B"/>
    <w:rsid w:val="00B75369"/>
    <w:rsid w:val="00B76630"/>
    <w:rsid w:val="00B81265"/>
    <w:rsid w:val="00B86D2F"/>
    <w:rsid w:val="00B87D2C"/>
    <w:rsid w:val="00B9022B"/>
    <w:rsid w:val="00BA7A30"/>
    <w:rsid w:val="00BB0C46"/>
    <w:rsid w:val="00BB6184"/>
    <w:rsid w:val="00BB61BF"/>
    <w:rsid w:val="00BB64CE"/>
    <w:rsid w:val="00BB6649"/>
    <w:rsid w:val="00BC10C1"/>
    <w:rsid w:val="00BC1C92"/>
    <w:rsid w:val="00BC5D2D"/>
    <w:rsid w:val="00BC63E1"/>
    <w:rsid w:val="00BD112F"/>
    <w:rsid w:val="00BD21FC"/>
    <w:rsid w:val="00BD3A67"/>
    <w:rsid w:val="00BD3C3F"/>
    <w:rsid w:val="00BD5740"/>
    <w:rsid w:val="00BD606A"/>
    <w:rsid w:val="00BE0B5F"/>
    <w:rsid w:val="00BE2486"/>
    <w:rsid w:val="00BE2F0C"/>
    <w:rsid w:val="00BE5778"/>
    <w:rsid w:val="00BE64D7"/>
    <w:rsid w:val="00BE7D66"/>
    <w:rsid w:val="00BF0D2F"/>
    <w:rsid w:val="00BF1480"/>
    <w:rsid w:val="00BF2508"/>
    <w:rsid w:val="00BF3321"/>
    <w:rsid w:val="00BF381F"/>
    <w:rsid w:val="00C00464"/>
    <w:rsid w:val="00C0140A"/>
    <w:rsid w:val="00C02352"/>
    <w:rsid w:val="00C03AF9"/>
    <w:rsid w:val="00C07297"/>
    <w:rsid w:val="00C07709"/>
    <w:rsid w:val="00C11AE7"/>
    <w:rsid w:val="00C169BB"/>
    <w:rsid w:val="00C205FB"/>
    <w:rsid w:val="00C21E84"/>
    <w:rsid w:val="00C238A4"/>
    <w:rsid w:val="00C23C29"/>
    <w:rsid w:val="00C2718A"/>
    <w:rsid w:val="00C272D7"/>
    <w:rsid w:val="00C27A90"/>
    <w:rsid w:val="00C31A49"/>
    <w:rsid w:val="00C33323"/>
    <w:rsid w:val="00C35A02"/>
    <w:rsid w:val="00C35F94"/>
    <w:rsid w:val="00C374BF"/>
    <w:rsid w:val="00C403BB"/>
    <w:rsid w:val="00C41020"/>
    <w:rsid w:val="00C41258"/>
    <w:rsid w:val="00C43797"/>
    <w:rsid w:val="00C46DBF"/>
    <w:rsid w:val="00C500D9"/>
    <w:rsid w:val="00C500E9"/>
    <w:rsid w:val="00C5060C"/>
    <w:rsid w:val="00C53C22"/>
    <w:rsid w:val="00C63ED3"/>
    <w:rsid w:val="00C648BB"/>
    <w:rsid w:val="00C64AAE"/>
    <w:rsid w:val="00C756B8"/>
    <w:rsid w:val="00C80857"/>
    <w:rsid w:val="00C81653"/>
    <w:rsid w:val="00C83323"/>
    <w:rsid w:val="00C84911"/>
    <w:rsid w:val="00C84F18"/>
    <w:rsid w:val="00C85072"/>
    <w:rsid w:val="00C859E3"/>
    <w:rsid w:val="00C90F28"/>
    <w:rsid w:val="00CA0701"/>
    <w:rsid w:val="00CA3494"/>
    <w:rsid w:val="00CA5185"/>
    <w:rsid w:val="00CB05BC"/>
    <w:rsid w:val="00CB62F6"/>
    <w:rsid w:val="00CB6934"/>
    <w:rsid w:val="00CB7DE1"/>
    <w:rsid w:val="00CC0FD0"/>
    <w:rsid w:val="00CC1B43"/>
    <w:rsid w:val="00CC2FA4"/>
    <w:rsid w:val="00CC3232"/>
    <w:rsid w:val="00CC4525"/>
    <w:rsid w:val="00CC625A"/>
    <w:rsid w:val="00CD02CF"/>
    <w:rsid w:val="00CD072E"/>
    <w:rsid w:val="00CE24BF"/>
    <w:rsid w:val="00CE2EB0"/>
    <w:rsid w:val="00CE3457"/>
    <w:rsid w:val="00CE4DEB"/>
    <w:rsid w:val="00CE5483"/>
    <w:rsid w:val="00CE6BA3"/>
    <w:rsid w:val="00CF38EF"/>
    <w:rsid w:val="00D0233C"/>
    <w:rsid w:val="00D02393"/>
    <w:rsid w:val="00D04EF0"/>
    <w:rsid w:val="00D06D54"/>
    <w:rsid w:val="00D0764A"/>
    <w:rsid w:val="00D0782D"/>
    <w:rsid w:val="00D101B5"/>
    <w:rsid w:val="00D10E9A"/>
    <w:rsid w:val="00D11109"/>
    <w:rsid w:val="00D11BAA"/>
    <w:rsid w:val="00D11D5A"/>
    <w:rsid w:val="00D12A9F"/>
    <w:rsid w:val="00D1453D"/>
    <w:rsid w:val="00D15984"/>
    <w:rsid w:val="00D1611C"/>
    <w:rsid w:val="00D20556"/>
    <w:rsid w:val="00D21987"/>
    <w:rsid w:val="00D26D69"/>
    <w:rsid w:val="00D32F71"/>
    <w:rsid w:val="00D37680"/>
    <w:rsid w:val="00D4048A"/>
    <w:rsid w:val="00D4102E"/>
    <w:rsid w:val="00D41EB2"/>
    <w:rsid w:val="00D4453B"/>
    <w:rsid w:val="00D47E6F"/>
    <w:rsid w:val="00D50AE6"/>
    <w:rsid w:val="00D53467"/>
    <w:rsid w:val="00D538FA"/>
    <w:rsid w:val="00D569F6"/>
    <w:rsid w:val="00D57A5C"/>
    <w:rsid w:val="00D600EB"/>
    <w:rsid w:val="00D6121C"/>
    <w:rsid w:val="00D6200F"/>
    <w:rsid w:val="00D62F59"/>
    <w:rsid w:val="00D668C2"/>
    <w:rsid w:val="00D66DB1"/>
    <w:rsid w:val="00D67AD8"/>
    <w:rsid w:val="00D70C47"/>
    <w:rsid w:val="00D71A74"/>
    <w:rsid w:val="00D72486"/>
    <w:rsid w:val="00D72849"/>
    <w:rsid w:val="00D7686A"/>
    <w:rsid w:val="00D7757F"/>
    <w:rsid w:val="00D77C89"/>
    <w:rsid w:val="00D77F58"/>
    <w:rsid w:val="00D808E2"/>
    <w:rsid w:val="00D815B5"/>
    <w:rsid w:val="00D81BF1"/>
    <w:rsid w:val="00D83ABC"/>
    <w:rsid w:val="00D94A9E"/>
    <w:rsid w:val="00D96695"/>
    <w:rsid w:val="00DA4482"/>
    <w:rsid w:val="00DA5B15"/>
    <w:rsid w:val="00DA738F"/>
    <w:rsid w:val="00DA7E42"/>
    <w:rsid w:val="00DB06BE"/>
    <w:rsid w:val="00DB1E4C"/>
    <w:rsid w:val="00DB26E5"/>
    <w:rsid w:val="00DB5CF0"/>
    <w:rsid w:val="00DB6B74"/>
    <w:rsid w:val="00DB71EE"/>
    <w:rsid w:val="00DC07B5"/>
    <w:rsid w:val="00DC37AC"/>
    <w:rsid w:val="00DC3B74"/>
    <w:rsid w:val="00DD03AE"/>
    <w:rsid w:val="00DD19D8"/>
    <w:rsid w:val="00DD53B5"/>
    <w:rsid w:val="00DD58F3"/>
    <w:rsid w:val="00DD5978"/>
    <w:rsid w:val="00DD60FA"/>
    <w:rsid w:val="00DE1207"/>
    <w:rsid w:val="00DE2FC0"/>
    <w:rsid w:val="00DF15EC"/>
    <w:rsid w:val="00DF4EF7"/>
    <w:rsid w:val="00DF5F83"/>
    <w:rsid w:val="00DF66AA"/>
    <w:rsid w:val="00E00233"/>
    <w:rsid w:val="00E02AF7"/>
    <w:rsid w:val="00E067A9"/>
    <w:rsid w:val="00E06FB8"/>
    <w:rsid w:val="00E10624"/>
    <w:rsid w:val="00E13E27"/>
    <w:rsid w:val="00E13EA6"/>
    <w:rsid w:val="00E15AA3"/>
    <w:rsid w:val="00E15E5E"/>
    <w:rsid w:val="00E16ECE"/>
    <w:rsid w:val="00E20C4E"/>
    <w:rsid w:val="00E20DE1"/>
    <w:rsid w:val="00E211B0"/>
    <w:rsid w:val="00E22ACB"/>
    <w:rsid w:val="00E27804"/>
    <w:rsid w:val="00E27C8A"/>
    <w:rsid w:val="00E30499"/>
    <w:rsid w:val="00E3115C"/>
    <w:rsid w:val="00E32765"/>
    <w:rsid w:val="00E40C0F"/>
    <w:rsid w:val="00E42E29"/>
    <w:rsid w:val="00E532D8"/>
    <w:rsid w:val="00E63182"/>
    <w:rsid w:val="00E65F7C"/>
    <w:rsid w:val="00E6686B"/>
    <w:rsid w:val="00E67742"/>
    <w:rsid w:val="00E714AB"/>
    <w:rsid w:val="00E75496"/>
    <w:rsid w:val="00E76AFC"/>
    <w:rsid w:val="00E77CFF"/>
    <w:rsid w:val="00E800D0"/>
    <w:rsid w:val="00E84F39"/>
    <w:rsid w:val="00E95825"/>
    <w:rsid w:val="00E95C6C"/>
    <w:rsid w:val="00E9675A"/>
    <w:rsid w:val="00EA4063"/>
    <w:rsid w:val="00EA460C"/>
    <w:rsid w:val="00EA69F3"/>
    <w:rsid w:val="00EA7A79"/>
    <w:rsid w:val="00EB116E"/>
    <w:rsid w:val="00EB49E8"/>
    <w:rsid w:val="00EB4D95"/>
    <w:rsid w:val="00EB51AD"/>
    <w:rsid w:val="00EC27CF"/>
    <w:rsid w:val="00EC3550"/>
    <w:rsid w:val="00EC6462"/>
    <w:rsid w:val="00ED3AA3"/>
    <w:rsid w:val="00ED41A5"/>
    <w:rsid w:val="00ED4340"/>
    <w:rsid w:val="00ED6253"/>
    <w:rsid w:val="00EE0D9D"/>
    <w:rsid w:val="00EE346D"/>
    <w:rsid w:val="00EE429C"/>
    <w:rsid w:val="00EE65CC"/>
    <w:rsid w:val="00EE7D8E"/>
    <w:rsid w:val="00EF139E"/>
    <w:rsid w:val="00EF30B8"/>
    <w:rsid w:val="00EF63B4"/>
    <w:rsid w:val="00F00CB2"/>
    <w:rsid w:val="00F0190B"/>
    <w:rsid w:val="00F021E4"/>
    <w:rsid w:val="00F051C3"/>
    <w:rsid w:val="00F05C45"/>
    <w:rsid w:val="00F0624E"/>
    <w:rsid w:val="00F067B7"/>
    <w:rsid w:val="00F06F30"/>
    <w:rsid w:val="00F07269"/>
    <w:rsid w:val="00F12976"/>
    <w:rsid w:val="00F13518"/>
    <w:rsid w:val="00F167C4"/>
    <w:rsid w:val="00F17BBC"/>
    <w:rsid w:val="00F207E6"/>
    <w:rsid w:val="00F238BC"/>
    <w:rsid w:val="00F25012"/>
    <w:rsid w:val="00F301E6"/>
    <w:rsid w:val="00F31128"/>
    <w:rsid w:val="00F330EF"/>
    <w:rsid w:val="00F344EA"/>
    <w:rsid w:val="00F34F21"/>
    <w:rsid w:val="00F362EE"/>
    <w:rsid w:val="00F365E7"/>
    <w:rsid w:val="00F37A83"/>
    <w:rsid w:val="00F4080F"/>
    <w:rsid w:val="00F41428"/>
    <w:rsid w:val="00F4177C"/>
    <w:rsid w:val="00F431A5"/>
    <w:rsid w:val="00F477AB"/>
    <w:rsid w:val="00F47F27"/>
    <w:rsid w:val="00F50802"/>
    <w:rsid w:val="00F51AA8"/>
    <w:rsid w:val="00F51C44"/>
    <w:rsid w:val="00F52980"/>
    <w:rsid w:val="00F53065"/>
    <w:rsid w:val="00F55D85"/>
    <w:rsid w:val="00F563A6"/>
    <w:rsid w:val="00F629F9"/>
    <w:rsid w:val="00F64667"/>
    <w:rsid w:val="00F64CE5"/>
    <w:rsid w:val="00F656E8"/>
    <w:rsid w:val="00F67DAF"/>
    <w:rsid w:val="00F773AD"/>
    <w:rsid w:val="00F77E75"/>
    <w:rsid w:val="00F801F9"/>
    <w:rsid w:val="00F8236F"/>
    <w:rsid w:val="00F845A1"/>
    <w:rsid w:val="00F84759"/>
    <w:rsid w:val="00F904AF"/>
    <w:rsid w:val="00F94E11"/>
    <w:rsid w:val="00F95DD2"/>
    <w:rsid w:val="00FA1311"/>
    <w:rsid w:val="00FA3430"/>
    <w:rsid w:val="00FA4448"/>
    <w:rsid w:val="00FA66F4"/>
    <w:rsid w:val="00FB2090"/>
    <w:rsid w:val="00FB29C2"/>
    <w:rsid w:val="00FB4A43"/>
    <w:rsid w:val="00FB6ADC"/>
    <w:rsid w:val="00FB7CBB"/>
    <w:rsid w:val="00FC00EA"/>
    <w:rsid w:val="00FC011D"/>
    <w:rsid w:val="00FC094A"/>
    <w:rsid w:val="00FC0DAC"/>
    <w:rsid w:val="00FC1C73"/>
    <w:rsid w:val="00FC365C"/>
    <w:rsid w:val="00FC4C44"/>
    <w:rsid w:val="00FC6408"/>
    <w:rsid w:val="00FD0FCB"/>
    <w:rsid w:val="00FD37CD"/>
    <w:rsid w:val="00FD4045"/>
    <w:rsid w:val="00FD530A"/>
    <w:rsid w:val="00FE1353"/>
    <w:rsid w:val="00FE1A74"/>
    <w:rsid w:val="00FE6CC0"/>
    <w:rsid w:val="00FE7436"/>
    <w:rsid w:val="00FF2BF0"/>
    <w:rsid w:val="00FF3519"/>
    <w:rsid w:val="00FF58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777"/>
    </o:shapedefaults>
    <o:shapelayout v:ext="edit">
      <o:idmap v:ext="edit" data="1"/>
    </o:shapelayout>
  </w:shapeDefaults>
  <w:decimalSymbol w:val=","/>
  <w:listSeparator w:val=";"/>
  <w14:docId w14:val="56AD62C5"/>
  <w15:docId w15:val="{D2184943-8C8D-4269-983F-450EF87BD0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216E0F"/>
  </w:style>
  <w:style w:type="paragraph" w:styleId="Titre1">
    <w:name w:val="heading 1"/>
    <w:basedOn w:val="Normal"/>
    <w:next w:val="Normal"/>
    <w:link w:val="Titre1Car"/>
    <w:qFormat/>
    <w:pPr>
      <w:keepNext/>
      <w:tabs>
        <w:tab w:val="left" w:pos="6804"/>
      </w:tabs>
      <w:spacing w:line="480" w:lineRule="auto"/>
      <w:ind w:right="-2"/>
      <w:jc w:val="both"/>
      <w:outlineLvl w:val="0"/>
    </w:pPr>
    <w:rPr>
      <w:rFonts w:ascii="Comic Sans MS" w:hAnsi="Comic Sans MS"/>
      <w:b/>
      <w:sz w:val="24"/>
      <w:u w:val="single"/>
    </w:rPr>
  </w:style>
  <w:style w:type="paragraph" w:styleId="Titre2">
    <w:name w:val="heading 2"/>
    <w:basedOn w:val="Normal"/>
    <w:next w:val="Normal"/>
    <w:qFormat/>
    <w:pPr>
      <w:keepNext/>
      <w:tabs>
        <w:tab w:val="left" w:pos="6804"/>
      </w:tabs>
      <w:ind w:left="-142" w:right="-2"/>
      <w:jc w:val="both"/>
      <w:outlineLvl w:val="1"/>
    </w:pPr>
    <w:rPr>
      <w:rFonts w:ascii="Comic Sans MS" w:hAnsi="Comic Sans MS"/>
      <w:b/>
      <w:sz w:val="24"/>
      <w:u w:val="single"/>
    </w:rPr>
  </w:style>
  <w:style w:type="paragraph" w:styleId="Titre3">
    <w:name w:val="heading 3"/>
    <w:basedOn w:val="Normal"/>
    <w:next w:val="Normal"/>
    <w:qFormat/>
    <w:pPr>
      <w:keepNext/>
      <w:tabs>
        <w:tab w:val="left" w:pos="567"/>
      </w:tabs>
      <w:ind w:left="-851" w:right="-2"/>
      <w:jc w:val="both"/>
      <w:outlineLvl w:val="2"/>
    </w:pPr>
    <w:rPr>
      <w:rFonts w:ascii="Comic Sans MS" w:hAnsi="Comic Sans MS"/>
      <w:b/>
      <w:sz w:val="24"/>
      <w:u w:val="single"/>
    </w:rPr>
  </w:style>
  <w:style w:type="paragraph" w:styleId="Titre4">
    <w:name w:val="heading 4"/>
    <w:basedOn w:val="Normal"/>
    <w:next w:val="Normal"/>
    <w:qFormat/>
    <w:pPr>
      <w:keepNext/>
      <w:tabs>
        <w:tab w:val="left" w:pos="567"/>
      </w:tabs>
      <w:jc w:val="both"/>
      <w:outlineLvl w:val="3"/>
    </w:pPr>
    <w:rPr>
      <w:rFonts w:ascii="Comic Sans MS" w:hAnsi="Comic Sans MS"/>
      <w:b/>
      <w:sz w:val="24"/>
      <w:u w:val="single"/>
    </w:rPr>
  </w:style>
  <w:style w:type="paragraph" w:styleId="Titre5">
    <w:name w:val="heading 5"/>
    <w:basedOn w:val="Normal"/>
    <w:next w:val="Normal"/>
    <w:link w:val="Titre5Car"/>
    <w:qFormat/>
    <w:pPr>
      <w:keepNext/>
      <w:outlineLvl w:val="4"/>
    </w:pPr>
    <w:rPr>
      <w:rFonts w:ascii="Comic Sans MS" w:hAnsi="Comic Sans MS"/>
      <w:b/>
      <w:sz w:val="22"/>
    </w:rPr>
  </w:style>
  <w:style w:type="paragraph" w:styleId="Titre6">
    <w:name w:val="heading 6"/>
    <w:basedOn w:val="Normal"/>
    <w:next w:val="Normal"/>
    <w:qFormat/>
    <w:pPr>
      <w:keepNext/>
      <w:tabs>
        <w:tab w:val="left" w:pos="851"/>
        <w:tab w:val="left" w:pos="1276"/>
      </w:tabs>
      <w:ind w:left="851" w:hanging="851"/>
      <w:jc w:val="both"/>
      <w:outlineLvl w:val="5"/>
    </w:pPr>
    <w:rPr>
      <w:rFonts w:ascii="Comic Sans MS" w:hAnsi="Comic Sans MS"/>
      <w:sz w:val="24"/>
    </w:rPr>
  </w:style>
  <w:style w:type="paragraph" w:styleId="Titre7">
    <w:name w:val="heading 7"/>
    <w:basedOn w:val="Normal"/>
    <w:next w:val="Normal"/>
    <w:qFormat/>
    <w:pPr>
      <w:keepNext/>
      <w:tabs>
        <w:tab w:val="left" w:pos="-1701"/>
        <w:tab w:val="left" w:pos="1134"/>
        <w:tab w:val="left" w:pos="3402"/>
        <w:tab w:val="left" w:pos="4536"/>
        <w:tab w:val="left" w:pos="6804"/>
      </w:tabs>
      <w:jc w:val="center"/>
      <w:outlineLvl w:val="6"/>
    </w:pPr>
    <w:rPr>
      <w:rFonts w:ascii="Comic Sans MS" w:hAnsi="Comic Sans MS"/>
      <w:sz w:val="24"/>
    </w:rPr>
  </w:style>
  <w:style w:type="paragraph" w:styleId="Titre8">
    <w:name w:val="heading 8"/>
    <w:basedOn w:val="Normal"/>
    <w:next w:val="Normal"/>
    <w:qFormat/>
    <w:pPr>
      <w:keepNext/>
      <w:tabs>
        <w:tab w:val="left" w:pos="-1701"/>
        <w:tab w:val="left" w:pos="1134"/>
        <w:tab w:val="left" w:pos="3402"/>
        <w:tab w:val="left" w:pos="4536"/>
        <w:tab w:val="left" w:pos="6804"/>
      </w:tabs>
      <w:jc w:val="both"/>
      <w:outlineLvl w:val="7"/>
    </w:pPr>
    <w:rPr>
      <w:rFonts w:ascii="Comic Sans MS" w:hAnsi="Comic Sans MS"/>
      <w:sz w:val="24"/>
    </w:rPr>
  </w:style>
  <w:style w:type="paragraph" w:styleId="Titre9">
    <w:name w:val="heading 9"/>
    <w:basedOn w:val="Normal"/>
    <w:next w:val="Normal"/>
    <w:qFormat/>
    <w:pPr>
      <w:keepNext/>
      <w:ind w:right="-2"/>
      <w:jc w:val="center"/>
      <w:outlineLvl w:val="8"/>
    </w:pPr>
    <w:rPr>
      <w:rFonts w:ascii="Comic Sans MS" w:hAnsi="Comic Sans MS"/>
      <w:sz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uiPriority w:val="99"/>
    <w:rPr>
      <w:color w:val="0000FF"/>
      <w:u w:val="single"/>
    </w:rPr>
  </w:style>
  <w:style w:type="paragraph" w:styleId="TM1">
    <w:name w:val="toc 1"/>
    <w:basedOn w:val="Normal"/>
    <w:next w:val="Normal"/>
    <w:autoRedefine/>
    <w:uiPriority w:val="39"/>
    <w:rsid w:val="002E2A26"/>
    <w:pPr>
      <w:tabs>
        <w:tab w:val="right" w:leader="dot" w:pos="9639"/>
      </w:tabs>
      <w:spacing w:before="240" w:after="240"/>
      <w:jc w:val="center"/>
      <w:outlineLvl w:val="2"/>
    </w:pPr>
    <w:rPr>
      <w:rFonts w:ascii="Arial" w:hAnsi="Arial" w:cs="Arial"/>
      <w:b/>
      <w:caps/>
      <w:noProof/>
      <w:sz w:val="24"/>
    </w:rPr>
  </w:style>
  <w:style w:type="paragraph" w:styleId="En-tte">
    <w:name w:val="header"/>
    <w:basedOn w:val="Normal"/>
    <w:link w:val="En-tteCar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</w:style>
  <w:style w:type="paragraph" w:styleId="Explorateurdedocuments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character" w:styleId="Lienhypertextesuivivisit">
    <w:name w:val="FollowedHyperlink"/>
    <w:rPr>
      <w:color w:val="800080"/>
      <w:u w:val="single"/>
    </w:rPr>
  </w:style>
  <w:style w:type="paragraph" w:styleId="TM2">
    <w:name w:val="toc 2"/>
    <w:basedOn w:val="Normal"/>
    <w:next w:val="Normal"/>
    <w:autoRedefine/>
    <w:uiPriority w:val="39"/>
    <w:rsid w:val="007C6D78"/>
    <w:pPr>
      <w:ind w:left="198"/>
    </w:pPr>
    <w:rPr>
      <w:rFonts w:ascii="Arial" w:hAnsi="Arial"/>
      <w:smallCaps/>
    </w:rPr>
  </w:style>
  <w:style w:type="paragraph" w:styleId="TM3">
    <w:name w:val="toc 3"/>
    <w:basedOn w:val="Normal"/>
    <w:next w:val="Normal"/>
    <w:autoRedefine/>
    <w:uiPriority w:val="39"/>
    <w:rsid w:val="003724D1"/>
    <w:pPr>
      <w:tabs>
        <w:tab w:val="left" w:pos="1200"/>
        <w:tab w:val="right" w:leader="dot" w:pos="9628"/>
      </w:tabs>
      <w:ind w:left="400"/>
    </w:pPr>
  </w:style>
  <w:style w:type="paragraph" w:styleId="TM4">
    <w:name w:val="toc 4"/>
    <w:basedOn w:val="Normal"/>
    <w:next w:val="Normal"/>
    <w:autoRedefine/>
    <w:semiHidden/>
    <w:pPr>
      <w:ind w:left="600"/>
    </w:pPr>
  </w:style>
  <w:style w:type="paragraph" w:styleId="TM5">
    <w:name w:val="toc 5"/>
    <w:basedOn w:val="Normal"/>
    <w:next w:val="Normal"/>
    <w:autoRedefine/>
    <w:semiHidden/>
    <w:pPr>
      <w:ind w:left="800"/>
    </w:pPr>
  </w:style>
  <w:style w:type="paragraph" w:styleId="TM6">
    <w:name w:val="toc 6"/>
    <w:basedOn w:val="Normal"/>
    <w:next w:val="Normal"/>
    <w:autoRedefine/>
    <w:semiHidden/>
    <w:pPr>
      <w:ind w:left="1000"/>
    </w:pPr>
  </w:style>
  <w:style w:type="paragraph" w:styleId="TM7">
    <w:name w:val="toc 7"/>
    <w:basedOn w:val="Normal"/>
    <w:next w:val="Normal"/>
    <w:autoRedefine/>
    <w:semiHidden/>
    <w:pPr>
      <w:ind w:left="1200"/>
    </w:pPr>
  </w:style>
  <w:style w:type="paragraph" w:styleId="TM8">
    <w:name w:val="toc 8"/>
    <w:basedOn w:val="Normal"/>
    <w:next w:val="Normal"/>
    <w:autoRedefine/>
    <w:semiHidden/>
    <w:pPr>
      <w:ind w:left="1400"/>
    </w:pPr>
  </w:style>
  <w:style w:type="paragraph" w:styleId="TM9">
    <w:name w:val="toc 9"/>
    <w:basedOn w:val="Normal"/>
    <w:next w:val="Normal"/>
    <w:autoRedefine/>
    <w:semiHidden/>
    <w:pPr>
      <w:ind w:left="1600"/>
    </w:pPr>
  </w:style>
  <w:style w:type="paragraph" w:styleId="Normalcentr">
    <w:name w:val="Block Text"/>
    <w:basedOn w:val="Normal"/>
    <w:pPr>
      <w:tabs>
        <w:tab w:val="left" w:pos="1276"/>
      </w:tabs>
      <w:ind w:left="1276" w:right="-2" w:hanging="142"/>
      <w:jc w:val="both"/>
    </w:pPr>
    <w:rPr>
      <w:rFonts w:ascii="Comic Sans MS" w:hAnsi="Comic Sans MS"/>
      <w:sz w:val="24"/>
    </w:rPr>
  </w:style>
  <w:style w:type="paragraph" w:styleId="Corpsdetexte">
    <w:name w:val="Body Text"/>
    <w:basedOn w:val="Normal"/>
    <w:pPr>
      <w:tabs>
        <w:tab w:val="left" w:pos="567"/>
      </w:tabs>
      <w:ind w:right="-2"/>
      <w:jc w:val="both"/>
    </w:pPr>
    <w:rPr>
      <w:rFonts w:ascii="Comic Sans MS" w:hAnsi="Comic Sans MS"/>
      <w:b/>
      <w:i/>
      <w:sz w:val="24"/>
    </w:rPr>
  </w:style>
  <w:style w:type="paragraph" w:styleId="Retraitcorpsdetexte">
    <w:name w:val="Body Text Indent"/>
    <w:basedOn w:val="Normal"/>
    <w:pPr>
      <w:tabs>
        <w:tab w:val="left" w:pos="851"/>
        <w:tab w:val="left" w:pos="1418"/>
      </w:tabs>
      <w:ind w:left="851" w:hanging="851"/>
      <w:jc w:val="both"/>
    </w:pPr>
    <w:rPr>
      <w:rFonts w:ascii="Comic Sans MS" w:hAnsi="Comic Sans MS"/>
      <w:sz w:val="24"/>
    </w:rPr>
  </w:style>
  <w:style w:type="paragraph" w:styleId="Corpsdetexte2">
    <w:name w:val="Body Text 2"/>
    <w:basedOn w:val="Normal"/>
    <w:pPr>
      <w:tabs>
        <w:tab w:val="left" w:pos="6804"/>
      </w:tabs>
      <w:ind w:right="-2"/>
      <w:jc w:val="both"/>
    </w:pPr>
    <w:rPr>
      <w:rFonts w:ascii="Comic Sans MS" w:hAnsi="Comic Sans MS" w:cs="Tahoma"/>
      <w:sz w:val="24"/>
    </w:rPr>
  </w:style>
  <w:style w:type="paragraph" w:styleId="Corpsdetexte3">
    <w:name w:val="Body Text 3"/>
    <w:basedOn w:val="Normal"/>
    <w:pPr>
      <w:tabs>
        <w:tab w:val="left" w:pos="-1701"/>
        <w:tab w:val="left" w:pos="1134"/>
        <w:tab w:val="left" w:pos="3402"/>
        <w:tab w:val="left" w:pos="4536"/>
        <w:tab w:val="left" w:pos="6804"/>
      </w:tabs>
      <w:jc w:val="both"/>
    </w:pPr>
    <w:rPr>
      <w:rFonts w:ascii="Comic Sans MS" w:hAnsi="Comic Sans MS"/>
      <w:sz w:val="24"/>
    </w:rPr>
  </w:style>
  <w:style w:type="paragraph" w:styleId="Paragraphedeliste">
    <w:name w:val="List Paragraph"/>
    <w:basedOn w:val="Normal"/>
    <w:uiPriority w:val="34"/>
    <w:qFormat/>
    <w:rsid w:val="00FD530A"/>
    <w:pPr>
      <w:ind w:left="708"/>
    </w:pPr>
  </w:style>
  <w:style w:type="character" w:customStyle="1" w:styleId="Titre1Car">
    <w:name w:val="Titre 1 Car"/>
    <w:link w:val="Titre1"/>
    <w:rsid w:val="00280396"/>
    <w:rPr>
      <w:rFonts w:ascii="Comic Sans MS" w:hAnsi="Comic Sans MS"/>
      <w:b/>
      <w:sz w:val="24"/>
      <w:u w:val="single"/>
    </w:rPr>
  </w:style>
  <w:style w:type="paragraph" w:styleId="Textedebulles">
    <w:name w:val="Balloon Text"/>
    <w:basedOn w:val="Normal"/>
    <w:link w:val="TextedebullesCar"/>
    <w:rsid w:val="005D156E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rsid w:val="005D156E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2113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aire">
    <w:name w:val="annotation text"/>
    <w:basedOn w:val="Normal"/>
    <w:link w:val="CommentaireCar"/>
    <w:rsid w:val="002A59D2"/>
  </w:style>
  <w:style w:type="character" w:customStyle="1" w:styleId="CommentaireCar">
    <w:name w:val="Commentaire Car"/>
    <w:basedOn w:val="Policepardfaut"/>
    <w:link w:val="Commentaire"/>
    <w:rsid w:val="002A59D2"/>
  </w:style>
  <w:style w:type="character" w:customStyle="1" w:styleId="PieddepageCar">
    <w:name w:val="Pied de page Car"/>
    <w:basedOn w:val="Policepardfaut"/>
    <w:link w:val="Pieddepage"/>
    <w:rsid w:val="004B1384"/>
  </w:style>
  <w:style w:type="paragraph" w:customStyle="1" w:styleId="I">
    <w:name w:val="I"/>
    <w:basedOn w:val="Normal"/>
    <w:rsid w:val="007834D4"/>
    <w:pPr>
      <w:spacing w:line="240" w:lineRule="exact"/>
      <w:ind w:left="454"/>
      <w:jc w:val="both"/>
    </w:pPr>
    <w:rPr>
      <w:rFonts w:ascii="Arial" w:hAnsi="Arial"/>
      <w:b/>
      <w:sz w:val="22"/>
    </w:rPr>
  </w:style>
  <w:style w:type="paragraph" w:customStyle="1" w:styleId="111">
    <w:name w:val="111"/>
    <w:basedOn w:val="Normal"/>
    <w:rsid w:val="007834D4"/>
    <w:pPr>
      <w:spacing w:line="288" w:lineRule="exact"/>
      <w:ind w:left="2155" w:hanging="737"/>
      <w:jc w:val="both"/>
    </w:pPr>
    <w:rPr>
      <w:rFonts w:ascii="Arial" w:hAnsi="Arial"/>
      <w:b/>
    </w:rPr>
  </w:style>
  <w:style w:type="character" w:customStyle="1" w:styleId="Titre5Car">
    <w:name w:val="Titre 5 Car"/>
    <w:basedOn w:val="Policepardfaut"/>
    <w:link w:val="Titre5"/>
    <w:rsid w:val="00DC07B5"/>
    <w:rPr>
      <w:rFonts w:ascii="Comic Sans MS" w:hAnsi="Comic Sans MS"/>
      <w:b/>
      <w:sz w:val="22"/>
    </w:rPr>
  </w:style>
  <w:style w:type="paragraph" w:customStyle="1" w:styleId="Style1">
    <w:name w:val="Style1"/>
    <w:basedOn w:val="Titre1"/>
    <w:autoRedefine/>
    <w:qFormat/>
    <w:rsid w:val="00880B91"/>
    <w:pPr>
      <w:tabs>
        <w:tab w:val="clear" w:pos="6804"/>
      </w:tabs>
      <w:spacing w:line="240" w:lineRule="auto"/>
      <w:ind w:right="0"/>
    </w:pPr>
    <w:rPr>
      <w:rFonts w:ascii="Arial" w:hAnsi="Arial"/>
      <w:caps/>
    </w:rPr>
  </w:style>
  <w:style w:type="paragraph" w:customStyle="1" w:styleId="Style2">
    <w:name w:val="Style2"/>
    <w:basedOn w:val="Titre2"/>
    <w:qFormat/>
    <w:rsid w:val="0019396B"/>
    <w:rPr>
      <w:rFonts w:ascii="Arial" w:hAnsi="Arial"/>
      <w:i/>
      <w:smallCaps/>
    </w:rPr>
  </w:style>
  <w:style w:type="paragraph" w:customStyle="1" w:styleId="Style3">
    <w:name w:val="Style3"/>
    <w:basedOn w:val="Titre3"/>
    <w:qFormat/>
    <w:rsid w:val="00005055"/>
    <w:pPr>
      <w:ind w:left="0" w:right="0"/>
    </w:pPr>
    <w:rPr>
      <w:rFonts w:ascii="Arial" w:hAnsi="Arial"/>
      <w:i/>
    </w:rPr>
  </w:style>
  <w:style w:type="character" w:customStyle="1" w:styleId="st1">
    <w:name w:val="st1"/>
    <w:basedOn w:val="Policepardfaut"/>
    <w:rsid w:val="007332C9"/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7332C9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7332C9"/>
    <w:rPr>
      <w:b/>
      <w:bCs/>
      <w:i/>
      <w:iCs/>
      <w:color w:val="4F81BD" w:themeColor="accent1"/>
    </w:rPr>
  </w:style>
  <w:style w:type="character" w:styleId="Marquedecommentaire">
    <w:name w:val="annotation reference"/>
    <w:basedOn w:val="Policepardfaut"/>
    <w:semiHidden/>
    <w:unhideWhenUsed/>
    <w:rsid w:val="00334022"/>
    <w:rPr>
      <w:sz w:val="16"/>
      <w:szCs w:val="16"/>
    </w:rPr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rsid w:val="00334022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334022"/>
    <w:rPr>
      <w:b/>
      <w:bCs/>
    </w:rPr>
  </w:style>
  <w:style w:type="paragraph" w:customStyle="1" w:styleId="Normal2">
    <w:name w:val="Normal2"/>
    <w:basedOn w:val="Normal"/>
    <w:rsid w:val="000A7CDC"/>
    <w:pPr>
      <w:keepLines/>
      <w:tabs>
        <w:tab w:val="left" w:pos="567"/>
        <w:tab w:val="left" w:pos="851"/>
        <w:tab w:val="left" w:pos="1134"/>
      </w:tabs>
      <w:ind w:left="284" w:firstLine="284"/>
      <w:jc w:val="both"/>
    </w:pPr>
    <w:rPr>
      <w:sz w:val="22"/>
    </w:rPr>
  </w:style>
  <w:style w:type="paragraph" w:styleId="Sous-titre">
    <w:name w:val="Subtitle"/>
    <w:basedOn w:val="Normal"/>
    <w:next w:val="Normal"/>
    <w:link w:val="Sous-titreCar"/>
    <w:qFormat/>
    <w:rsid w:val="00CC323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ous-titreCar">
    <w:name w:val="Sous-titre Car"/>
    <w:basedOn w:val="Policepardfaut"/>
    <w:link w:val="Sous-titre"/>
    <w:rsid w:val="00CC323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customStyle="1" w:styleId="Default">
    <w:name w:val="Default"/>
    <w:rsid w:val="006552DB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US"/>
    </w:rPr>
  </w:style>
  <w:style w:type="paragraph" w:styleId="Titre">
    <w:name w:val="Title"/>
    <w:basedOn w:val="Normal"/>
    <w:link w:val="TitreCar"/>
    <w:qFormat/>
    <w:rsid w:val="00D02393"/>
    <w:pPr>
      <w:jc w:val="center"/>
    </w:pPr>
    <w:rPr>
      <w:rFonts w:ascii="Times New (W1)" w:hAnsi="Times New (W1)"/>
      <w:i/>
      <w:iCs/>
      <w:sz w:val="40"/>
      <w:szCs w:val="28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TitreCar">
    <w:name w:val="Titre Car"/>
    <w:basedOn w:val="Policepardfaut"/>
    <w:link w:val="Titre"/>
    <w:rsid w:val="00D02393"/>
    <w:rPr>
      <w:rFonts w:ascii="Times New (W1)" w:hAnsi="Times New (W1)"/>
      <w:i/>
      <w:iCs/>
      <w:sz w:val="40"/>
      <w:szCs w:val="28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En-tteCar">
    <w:name w:val="En-tête Car"/>
    <w:link w:val="En-tte"/>
    <w:rsid w:val="00D728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747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07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2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1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ellulemarches@chicas-gap.fr" TargetMode="External"/><Relationship Id="rId13" Type="http://schemas.openxmlformats.org/officeDocument/2006/relationships/image" Target="media/image5.jpeg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image" Target="media/image8.jpe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image" Target="media/image7.jpeg"/><Relationship Id="rId10" Type="http://schemas.openxmlformats.org/officeDocument/2006/relationships/hyperlink" Target="mailto:cellulemarches@chicas-gap.fr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6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Mod&#232;les\contrat%20entretien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AF587E-98CB-4439-82A2-80560C405E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contrat entretien.dot</Template>
  <TotalTime>26</TotalTime>
  <Pages>1</Pages>
  <Words>122</Words>
  <Characters>677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SERVICES TECHIQUES</vt:lpstr>
    </vt:vector>
  </TitlesOfParts>
  <Company>Informatique</Company>
  <LinksUpToDate>false</LinksUpToDate>
  <CharactersWithSpaces>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SERVICES TECHIQUES</dc:title>
  <dc:creator>generique_gap</dc:creator>
  <cp:lastModifiedBy>SCHWARTZ, Maud</cp:lastModifiedBy>
  <cp:revision>10</cp:revision>
  <cp:lastPrinted>2019-01-28T15:06:00Z</cp:lastPrinted>
  <dcterms:created xsi:type="dcterms:W3CDTF">2019-09-06T11:23:00Z</dcterms:created>
  <dcterms:modified xsi:type="dcterms:W3CDTF">2025-12-15T12:42:00Z</dcterms:modified>
</cp:coreProperties>
</file>